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2D03" w14:textId="77777777" w:rsidR="00D2249B" w:rsidRDefault="00D2249B" w:rsidP="00D2249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F4F966B" w14:textId="77777777" w:rsidR="00D2249B" w:rsidRDefault="00D2249B" w:rsidP="009F11F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B4A67E7" w14:textId="77777777" w:rsidR="0085747A" w:rsidRPr="00484862" w:rsidRDefault="0085747A" w:rsidP="009F11FA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84862">
        <w:rPr>
          <w:rFonts w:ascii="Corbel" w:hAnsi="Corbel"/>
          <w:b/>
          <w:smallCaps/>
          <w:sz w:val="24"/>
          <w:szCs w:val="24"/>
        </w:rPr>
        <w:t>SYLABUS</w:t>
      </w:r>
    </w:p>
    <w:p w14:paraId="2080EB60" w14:textId="45A70DED" w:rsidR="0085747A" w:rsidRPr="00484862" w:rsidRDefault="0071620A" w:rsidP="00A266F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8486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84862">
        <w:rPr>
          <w:rFonts w:ascii="Corbel" w:hAnsi="Corbel"/>
          <w:b/>
          <w:smallCaps/>
          <w:sz w:val="24"/>
          <w:szCs w:val="24"/>
        </w:rPr>
        <w:t xml:space="preserve"> </w:t>
      </w:r>
      <w:r w:rsidR="00A266F9">
        <w:rPr>
          <w:rFonts w:ascii="Corbel" w:hAnsi="Corbel"/>
          <w:b/>
          <w:smallCaps/>
          <w:sz w:val="24"/>
          <w:szCs w:val="24"/>
        </w:rPr>
        <w:t>202</w:t>
      </w:r>
      <w:r w:rsidR="002B7FE7">
        <w:rPr>
          <w:rFonts w:ascii="Corbel" w:hAnsi="Corbel"/>
          <w:b/>
          <w:smallCaps/>
          <w:sz w:val="24"/>
          <w:szCs w:val="24"/>
        </w:rPr>
        <w:t>5</w:t>
      </w:r>
      <w:r w:rsidR="00A266F9">
        <w:rPr>
          <w:rFonts w:ascii="Corbel" w:hAnsi="Corbel"/>
          <w:b/>
          <w:smallCaps/>
          <w:sz w:val="24"/>
          <w:szCs w:val="24"/>
        </w:rPr>
        <w:t>-20</w:t>
      </w:r>
      <w:r w:rsidR="002B7FE7">
        <w:rPr>
          <w:rFonts w:ascii="Corbel" w:hAnsi="Corbel"/>
          <w:b/>
          <w:smallCaps/>
          <w:sz w:val="24"/>
          <w:szCs w:val="24"/>
        </w:rPr>
        <w:t>30</w:t>
      </w:r>
    </w:p>
    <w:p w14:paraId="0CD28F6E" w14:textId="4B511AD2" w:rsidR="00445970" w:rsidRPr="00484862" w:rsidRDefault="009F11FA" w:rsidP="00973D5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84862">
        <w:rPr>
          <w:rFonts w:ascii="Corbel" w:hAnsi="Corbel"/>
          <w:sz w:val="24"/>
          <w:szCs w:val="24"/>
        </w:rPr>
        <w:t xml:space="preserve">Rok akademicki </w:t>
      </w:r>
      <w:r w:rsidRPr="00484862">
        <w:rPr>
          <w:rFonts w:ascii="Corbel" w:hAnsi="Corbel"/>
          <w:b/>
          <w:sz w:val="24"/>
          <w:szCs w:val="24"/>
        </w:rPr>
        <w:t>202</w:t>
      </w:r>
      <w:r w:rsidR="002B7FE7">
        <w:rPr>
          <w:rFonts w:ascii="Corbel" w:hAnsi="Corbel"/>
          <w:b/>
          <w:sz w:val="24"/>
          <w:szCs w:val="24"/>
        </w:rPr>
        <w:t>6</w:t>
      </w:r>
      <w:r w:rsidRPr="00484862">
        <w:rPr>
          <w:rFonts w:ascii="Corbel" w:hAnsi="Corbel"/>
          <w:b/>
          <w:sz w:val="24"/>
          <w:szCs w:val="24"/>
        </w:rPr>
        <w:t>/202</w:t>
      </w:r>
      <w:r w:rsidR="002B7FE7">
        <w:rPr>
          <w:rFonts w:ascii="Corbel" w:hAnsi="Corbel"/>
          <w:b/>
          <w:sz w:val="24"/>
          <w:szCs w:val="24"/>
        </w:rPr>
        <w:t>7</w:t>
      </w:r>
    </w:p>
    <w:p w14:paraId="04D5225E" w14:textId="77777777" w:rsidR="0085747A" w:rsidRPr="0048486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94147C" w14:textId="77777777" w:rsidR="0085747A" w:rsidRPr="0048486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84862">
        <w:rPr>
          <w:rFonts w:ascii="Corbel" w:hAnsi="Corbel"/>
          <w:szCs w:val="24"/>
        </w:rPr>
        <w:t xml:space="preserve">1. </w:t>
      </w:r>
      <w:r w:rsidR="0085747A" w:rsidRPr="00484862">
        <w:rPr>
          <w:rFonts w:ascii="Corbel" w:hAnsi="Corbel"/>
          <w:szCs w:val="24"/>
        </w:rPr>
        <w:t xml:space="preserve">Podstawowe </w:t>
      </w:r>
      <w:r w:rsidR="00445970" w:rsidRPr="0048486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84862" w14:paraId="528FA4D7" w14:textId="77777777" w:rsidTr="00B819C8">
        <w:tc>
          <w:tcPr>
            <w:tcW w:w="2694" w:type="dxa"/>
            <w:vAlign w:val="center"/>
          </w:tcPr>
          <w:p w14:paraId="6EE2DCEB" w14:textId="77777777" w:rsidR="0085747A" w:rsidRPr="004848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421797" w14:textId="77777777" w:rsidR="0085747A" w:rsidRPr="00484862" w:rsidRDefault="009F11FA" w:rsidP="00DE6F5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p</w:t>
            </w:r>
            <w:r w:rsidR="00E46165" w:rsidRPr="00484862">
              <w:rPr>
                <w:rFonts w:ascii="Corbel" w:hAnsi="Corbel"/>
                <w:sz w:val="24"/>
                <w:szCs w:val="24"/>
              </w:rPr>
              <w:t>edagogika osób z niepełnosprawnością słuchową</w:t>
            </w:r>
          </w:p>
        </w:tc>
      </w:tr>
      <w:tr w:rsidR="0085747A" w:rsidRPr="00484862" w14:paraId="654933F2" w14:textId="77777777" w:rsidTr="00B819C8">
        <w:tc>
          <w:tcPr>
            <w:tcW w:w="2694" w:type="dxa"/>
            <w:vAlign w:val="center"/>
          </w:tcPr>
          <w:p w14:paraId="6BB3B3A7" w14:textId="77777777" w:rsidR="0085747A" w:rsidRPr="0048486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848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8000EEB" w14:textId="77777777" w:rsidR="0085747A" w:rsidRPr="00484862" w:rsidRDefault="009F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9F11FA" w:rsidRPr="00484862" w14:paraId="016C7221" w14:textId="77777777" w:rsidTr="00B819C8">
        <w:tc>
          <w:tcPr>
            <w:tcW w:w="2694" w:type="dxa"/>
            <w:vAlign w:val="center"/>
          </w:tcPr>
          <w:p w14:paraId="445ABE4E" w14:textId="77777777" w:rsidR="009F11FA" w:rsidRPr="00484862" w:rsidRDefault="009F11F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84385AF" w14:textId="48CA9FBA" w:rsidR="009F11FA" w:rsidRPr="00484862" w:rsidRDefault="00547E29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7E29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9F11FA" w:rsidRPr="00484862" w14:paraId="22A9623E" w14:textId="77777777" w:rsidTr="00B819C8">
        <w:tc>
          <w:tcPr>
            <w:tcW w:w="2694" w:type="dxa"/>
            <w:vAlign w:val="center"/>
          </w:tcPr>
          <w:p w14:paraId="38631084" w14:textId="77777777"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7D5818" w14:textId="77777777" w:rsidR="009F11FA" w:rsidRPr="00484862" w:rsidRDefault="009F11FA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F11FA" w:rsidRPr="00484862" w14:paraId="788241E2" w14:textId="77777777" w:rsidTr="00B819C8">
        <w:tc>
          <w:tcPr>
            <w:tcW w:w="2694" w:type="dxa"/>
            <w:vAlign w:val="center"/>
          </w:tcPr>
          <w:p w14:paraId="572AAFFA" w14:textId="77777777"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ADE04A" w14:textId="77777777" w:rsidR="009F11FA" w:rsidRPr="00484862" w:rsidRDefault="009F11FA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9F11FA" w:rsidRPr="00484862" w14:paraId="273E4F11" w14:textId="77777777" w:rsidTr="00B819C8">
        <w:tc>
          <w:tcPr>
            <w:tcW w:w="2694" w:type="dxa"/>
            <w:vAlign w:val="center"/>
          </w:tcPr>
          <w:p w14:paraId="3826747C" w14:textId="77777777"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64F9CC7" w14:textId="77777777" w:rsidR="009F11FA" w:rsidRPr="00484862" w:rsidRDefault="009F11FA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F11FA" w:rsidRPr="00484862" w14:paraId="7C339BBA" w14:textId="77777777" w:rsidTr="00B819C8">
        <w:tc>
          <w:tcPr>
            <w:tcW w:w="2694" w:type="dxa"/>
            <w:vAlign w:val="center"/>
          </w:tcPr>
          <w:p w14:paraId="1C6C11AD" w14:textId="77777777"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8EECCCC" w14:textId="77777777" w:rsidR="009F11FA" w:rsidRPr="00484862" w:rsidRDefault="009F11FA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F11FA" w:rsidRPr="00484862" w14:paraId="4BA9BAA3" w14:textId="77777777" w:rsidTr="00B819C8">
        <w:tc>
          <w:tcPr>
            <w:tcW w:w="2694" w:type="dxa"/>
            <w:vAlign w:val="center"/>
          </w:tcPr>
          <w:p w14:paraId="62EA24E1" w14:textId="77777777"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95C4BF" w14:textId="5643C452" w:rsidR="009F11FA" w:rsidRPr="00484862" w:rsidRDefault="009F11FA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B7FE7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9F11FA" w:rsidRPr="00484862" w14:paraId="2CFD0208" w14:textId="77777777" w:rsidTr="00B819C8">
        <w:tc>
          <w:tcPr>
            <w:tcW w:w="2694" w:type="dxa"/>
            <w:vAlign w:val="center"/>
          </w:tcPr>
          <w:p w14:paraId="4969E498" w14:textId="77777777"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E736BD7" w14:textId="77777777" w:rsidR="009F11FA" w:rsidRPr="00484862" w:rsidRDefault="009F11FA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="009F11FA" w:rsidRPr="00484862" w14:paraId="210ED874" w14:textId="77777777" w:rsidTr="00B819C8">
        <w:tc>
          <w:tcPr>
            <w:tcW w:w="2694" w:type="dxa"/>
            <w:vAlign w:val="center"/>
          </w:tcPr>
          <w:p w14:paraId="0143A82E" w14:textId="77777777"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9793D3" w14:textId="77777777" w:rsidR="009F11FA" w:rsidRPr="00484862" w:rsidRDefault="009F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</w:t>
            </w:r>
            <w:r w:rsidR="00A223DF" w:rsidRPr="00484862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9F11FA" w:rsidRPr="00484862" w14:paraId="201F1442" w14:textId="77777777" w:rsidTr="00B819C8">
        <w:tc>
          <w:tcPr>
            <w:tcW w:w="2694" w:type="dxa"/>
            <w:vAlign w:val="center"/>
          </w:tcPr>
          <w:p w14:paraId="51928E1A" w14:textId="77777777"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62673A" w14:textId="77777777" w:rsidR="009F11FA" w:rsidRPr="00484862" w:rsidRDefault="009F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F11FA" w:rsidRPr="00484862" w14:paraId="79ABF345" w14:textId="77777777" w:rsidTr="00B819C8">
        <w:tc>
          <w:tcPr>
            <w:tcW w:w="2694" w:type="dxa"/>
            <w:vAlign w:val="center"/>
          </w:tcPr>
          <w:p w14:paraId="6358E8F0" w14:textId="77777777"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ED2B88" w14:textId="6C0C09EF" w:rsidR="009F11FA" w:rsidRPr="00484862" w:rsidRDefault="009F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24D3F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="00024D3F"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 w:rsidR="00024D3F"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  <w:tr w:rsidR="009F11FA" w:rsidRPr="00484862" w14:paraId="1C875A8F" w14:textId="77777777" w:rsidTr="00B819C8">
        <w:tc>
          <w:tcPr>
            <w:tcW w:w="2694" w:type="dxa"/>
            <w:vAlign w:val="center"/>
          </w:tcPr>
          <w:p w14:paraId="54A0895D" w14:textId="77777777" w:rsidR="009F11FA" w:rsidRPr="00484862" w:rsidRDefault="009F11F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DC292D2" w14:textId="77777777" w:rsidR="009F11FA" w:rsidRPr="00484862" w:rsidRDefault="009F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484862"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 w:rsidRPr="00484862"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</w:tbl>
    <w:p w14:paraId="0FA9D261" w14:textId="77777777" w:rsidR="0085747A" w:rsidRPr="0048486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84862">
        <w:rPr>
          <w:rFonts w:ascii="Corbel" w:hAnsi="Corbel"/>
          <w:sz w:val="24"/>
          <w:szCs w:val="24"/>
        </w:rPr>
        <w:t xml:space="preserve">* </w:t>
      </w:r>
      <w:r w:rsidRPr="00484862">
        <w:rPr>
          <w:rFonts w:ascii="Corbel" w:hAnsi="Corbel"/>
          <w:i/>
          <w:sz w:val="24"/>
          <w:szCs w:val="24"/>
        </w:rPr>
        <w:t>-</w:t>
      </w:r>
      <w:r w:rsidR="00B90885" w:rsidRPr="0048486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84862">
        <w:rPr>
          <w:rFonts w:ascii="Corbel" w:hAnsi="Corbel"/>
          <w:b w:val="0"/>
          <w:sz w:val="24"/>
          <w:szCs w:val="24"/>
        </w:rPr>
        <w:t>e,</w:t>
      </w:r>
      <w:r w:rsidRPr="00484862">
        <w:rPr>
          <w:rFonts w:ascii="Corbel" w:hAnsi="Corbel"/>
          <w:i/>
          <w:sz w:val="24"/>
          <w:szCs w:val="24"/>
        </w:rPr>
        <w:t xml:space="preserve"> </w:t>
      </w:r>
      <w:r w:rsidRPr="0048486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84862">
        <w:rPr>
          <w:rFonts w:ascii="Corbel" w:hAnsi="Corbel"/>
          <w:b w:val="0"/>
          <w:i/>
          <w:sz w:val="24"/>
          <w:szCs w:val="24"/>
        </w:rPr>
        <w:t>w Jednostce</w:t>
      </w:r>
    </w:p>
    <w:p w14:paraId="00F89016" w14:textId="77777777" w:rsidR="00923D7D" w:rsidRPr="00484862" w:rsidRDefault="0085747A" w:rsidP="009F11FA">
      <w:pPr>
        <w:pStyle w:val="Podpunkty"/>
        <w:ind w:left="284"/>
        <w:rPr>
          <w:rFonts w:ascii="Corbel" w:hAnsi="Corbel"/>
          <w:sz w:val="24"/>
          <w:szCs w:val="24"/>
        </w:rPr>
      </w:pPr>
      <w:r w:rsidRPr="00484862">
        <w:rPr>
          <w:rFonts w:ascii="Corbel" w:hAnsi="Corbel"/>
          <w:sz w:val="24"/>
          <w:szCs w:val="24"/>
        </w:rPr>
        <w:t>1.</w:t>
      </w:r>
      <w:r w:rsidR="00E22FBC" w:rsidRPr="00484862">
        <w:rPr>
          <w:rFonts w:ascii="Corbel" w:hAnsi="Corbel"/>
          <w:sz w:val="24"/>
          <w:szCs w:val="24"/>
        </w:rPr>
        <w:t>1</w:t>
      </w:r>
      <w:r w:rsidRPr="0048486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9"/>
        <w:gridCol w:w="784"/>
        <w:gridCol w:w="851"/>
        <w:gridCol w:w="798"/>
        <w:gridCol w:w="819"/>
        <w:gridCol w:w="756"/>
        <w:gridCol w:w="945"/>
        <w:gridCol w:w="1229"/>
        <w:gridCol w:w="1490"/>
      </w:tblGrid>
      <w:tr w:rsidR="00015B8F" w:rsidRPr="00484862" w14:paraId="56D4F1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3BFC" w14:textId="77777777" w:rsidR="00015B8F" w:rsidRPr="004848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>Semestr</w:t>
            </w:r>
          </w:p>
          <w:p w14:paraId="025621E5" w14:textId="77777777" w:rsidR="00015B8F" w:rsidRPr="0048486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>(</w:t>
            </w:r>
            <w:r w:rsidR="00363F78" w:rsidRPr="0048486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09FC" w14:textId="77777777" w:rsidR="00015B8F" w:rsidRPr="004848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4862">
              <w:rPr>
                <w:rFonts w:ascii="Corbel" w:hAnsi="Corbel"/>
                <w:szCs w:val="24"/>
              </w:rPr>
              <w:t>Wykł</w:t>
            </w:r>
            <w:proofErr w:type="spellEnd"/>
            <w:r w:rsidRPr="004848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EE072" w14:textId="77777777" w:rsidR="00015B8F" w:rsidRPr="004848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51C01" w14:textId="77777777" w:rsidR="00015B8F" w:rsidRPr="004848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4862">
              <w:rPr>
                <w:rFonts w:ascii="Corbel" w:hAnsi="Corbel"/>
                <w:szCs w:val="24"/>
              </w:rPr>
              <w:t>Konw</w:t>
            </w:r>
            <w:proofErr w:type="spellEnd"/>
            <w:r w:rsidRPr="004848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01AC0" w14:textId="77777777" w:rsidR="00015B8F" w:rsidRPr="004848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EDB3" w14:textId="77777777" w:rsidR="00015B8F" w:rsidRPr="004848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4862">
              <w:rPr>
                <w:rFonts w:ascii="Corbel" w:hAnsi="Corbel"/>
                <w:szCs w:val="24"/>
              </w:rPr>
              <w:t>Sem</w:t>
            </w:r>
            <w:proofErr w:type="spellEnd"/>
            <w:r w:rsidRPr="004848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1BD79" w14:textId="77777777" w:rsidR="00015B8F" w:rsidRPr="004848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B5CF" w14:textId="77777777" w:rsidR="00015B8F" w:rsidRPr="004848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84862">
              <w:rPr>
                <w:rFonts w:ascii="Corbel" w:hAnsi="Corbel"/>
                <w:szCs w:val="24"/>
              </w:rPr>
              <w:t>Prakt</w:t>
            </w:r>
            <w:proofErr w:type="spellEnd"/>
            <w:r w:rsidRPr="004848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7A6D" w14:textId="77777777" w:rsidR="00015B8F" w:rsidRPr="00484862" w:rsidRDefault="009F11FA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2723B" w14:textId="77777777" w:rsidR="00015B8F" w:rsidRPr="0048486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4862">
              <w:rPr>
                <w:rFonts w:ascii="Corbel" w:hAnsi="Corbel"/>
                <w:b/>
                <w:szCs w:val="24"/>
              </w:rPr>
              <w:t>Liczba pkt</w:t>
            </w:r>
            <w:r w:rsidR="00B90885" w:rsidRPr="00484862">
              <w:rPr>
                <w:rFonts w:ascii="Corbel" w:hAnsi="Corbel"/>
                <w:b/>
                <w:szCs w:val="24"/>
              </w:rPr>
              <w:t>.</w:t>
            </w:r>
            <w:r w:rsidRPr="0048486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84862" w14:paraId="4C73205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E602" w14:textId="77777777" w:rsidR="00015B8F" w:rsidRPr="00484862" w:rsidRDefault="009F11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A9A1" w14:textId="77777777" w:rsidR="00015B8F" w:rsidRPr="004848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433B" w14:textId="77777777" w:rsidR="00015B8F" w:rsidRPr="004848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FBAE" w14:textId="77777777" w:rsidR="00015B8F" w:rsidRPr="004848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4CD4" w14:textId="77777777" w:rsidR="00015B8F" w:rsidRPr="004848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C5A" w14:textId="77777777" w:rsidR="00015B8F" w:rsidRPr="004848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32A6" w14:textId="77777777" w:rsidR="00015B8F" w:rsidRPr="004848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B7C9" w14:textId="77777777" w:rsidR="00015B8F" w:rsidRPr="0048486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7DAC" w14:textId="1BD48E80" w:rsidR="00015B8F" w:rsidRPr="00484862" w:rsidRDefault="006A4E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1FA7" w14:textId="77777777" w:rsidR="00015B8F" w:rsidRPr="00484862" w:rsidRDefault="00E46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7AD4954" w14:textId="77777777" w:rsidR="00923D7D" w:rsidRPr="0048486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DE30889" w14:textId="77777777" w:rsidR="00923D7D" w:rsidRPr="0048486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CB54B3" w14:textId="77777777" w:rsidR="0085747A" w:rsidRPr="0048486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t>1.</w:t>
      </w:r>
      <w:r w:rsidR="00E22FBC" w:rsidRPr="00484862">
        <w:rPr>
          <w:rFonts w:ascii="Corbel" w:hAnsi="Corbel"/>
          <w:smallCaps w:val="0"/>
          <w:szCs w:val="24"/>
        </w:rPr>
        <w:t>2</w:t>
      </w:r>
      <w:r w:rsidR="00F83B28" w:rsidRPr="00484862">
        <w:rPr>
          <w:rFonts w:ascii="Corbel" w:hAnsi="Corbel"/>
          <w:smallCaps w:val="0"/>
          <w:szCs w:val="24"/>
        </w:rPr>
        <w:t>.</w:t>
      </w:r>
      <w:r w:rsidR="00F83B28" w:rsidRPr="00484862">
        <w:rPr>
          <w:rFonts w:ascii="Corbel" w:hAnsi="Corbel"/>
          <w:smallCaps w:val="0"/>
          <w:szCs w:val="24"/>
        </w:rPr>
        <w:tab/>
      </w:r>
      <w:r w:rsidRPr="00484862">
        <w:rPr>
          <w:rFonts w:ascii="Corbel" w:hAnsi="Corbel"/>
          <w:smallCaps w:val="0"/>
          <w:szCs w:val="24"/>
        </w:rPr>
        <w:t xml:space="preserve">Sposób realizacji zajęć  </w:t>
      </w:r>
    </w:p>
    <w:p w14:paraId="287D2435" w14:textId="77777777" w:rsidR="009F11FA" w:rsidRPr="00484862" w:rsidRDefault="009F11FA" w:rsidP="009F11F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84862">
        <w:rPr>
          <w:rFonts w:ascii="Corbel" w:eastAsia="MS Gothic" w:hAnsi="Corbel"/>
          <w:b w:val="0"/>
          <w:szCs w:val="24"/>
        </w:rPr>
        <w:sym w:font="Wingdings" w:char="F078"/>
      </w:r>
      <w:r w:rsidRPr="00484862">
        <w:rPr>
          <w:rFonts w:ascii="Corbel" w:eastAsia="MS Gothic" w:hAnsi="Corbel"/>
          <w:b w:val="0"/>
          <w:szCs w:val="24"/>
        </w:rPr>
        <w:t xml:space="preserve"> </w:t>
      </w:r>
      <w:r w:rsidRPr="00484862">
        <w:rPr>
          <w:rFonts w:ascii="Corbel" w:hAnsi="Corbel"/>
          <w:b w:val="0"/>
          <w:smallCaps w:val="0"/>
          <w:szCs w:val="24"/>
        </w:rPr>
        <w:t>zajęcia w formie tradycyjnej</w:t>
      </w:r>
    </w:p>
    <w:p w14:paraId="63E2BC2D" w14:textId="77777777" w:rsidR="0085747A" w:rsidRPr="0048486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84862">
        <w:rPr>
          <w:rFonts w:ascii="MS Gothic" w:eastAsia="MS Gothic" w:hAnsi="MS Gothic" w:cs="MS Gothic" w:hint="eastAsia"/>
          <w:b w:val="0"/>
          <w:szCs w:val="24"/>
        </w:rPr>
        <w:t>☐</w:t>
      </w:r>
      <w:r w:rsidRPr="0048486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C59E9A9" w14:textId="77777777" w:rsidR="0085747A" w:rsidRPr="0048486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65ADAA" w14:textId="77777777" w:rsidR="00E22FBC" w:rsidRPr="0048486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t xml:space="preserve">1.3 </w:t>
      </w:r>
      <w:r w:rsidR="00F83B28" w:rsidRPr="00484862">
        <w:rPr>
          <w:rFonts w:ascii="Corbel" w:hAnsi="Corbel"/>
          <w:smallCaps w:val="0"/>
          <w:szCs w:val="24"/>
        </w:rPr>
        <w:tab/>
      </w:r>
      <w:r w:rsidRPr="00484862">
        <w:rPr>
          <w:rFonts w:ascii="Corbel" w:hAnsi="Corbel"/>
          <w:smallCaps w:val="0"/>
          <w:szCs w:val="24"/>
        </w:rPr>
        <w:t>For</w:t>
      </w:r>
      <w:r w:rsidR="00445970" w:rsidRPr="00484862">
        <w:rPr>
          <w:rFonts w:ascii="Corbel" w:hAnsi="Corbel"/>
          <w:smallCaps w:val="0"/>
          <w:szCs w:val="24"/>
        </w:rPr>
        <w:t xml:space="preserve">ma zaliczenia przedmiotu </w:t>
      </w:r>
      <w:r w:rsidRPr="00484862">
        <w:rPr>
          <w:rFonts w:ascii="Corbel" w:hAnsi="Corbel"/>
          <w:smallCaps w:val="0"/>
          <w:szCs w:val="24"/>
        </w:rPr>
        <w:t xml:space="preserve"> (z toku) </w:t>
      </w:r>
    </w:p>
    <w:p w14:paraId="07C45895" w14:textId="77777777" w:rsidR="009F11FA" w:rsidRPr="00484862" w:rsidRDefault="009F11FA" w:rsidP="009E633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tab/>
      </w:r>
      <w:r w:rsidRPr="00484862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12870F7E" w14:textId="77777777" w:rsidR="00E960BB" w:rsidRPr="0048486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6A1390" w14:textId="77777777" w:rsidR="00E960BB" w:rsidRPr="0048486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48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4862" w14:paraId="5674BC9D" w14:textId="77777777" w:rsidTr="00745302">
        <w:tc>
          <w:tcPr>
            <w:tcW w:w="9670" w:type="dxa"/>
          </w:tcPr>
          <w:p w14:paraId="1A7D5D65" w14:textId="77777777" w:rsidR="0085747A" w:rsidRPr="00484862" w:rsidRDefault="00EB000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ogólna, Psychologia rozwojowa, Historia pedagogiki specjalnej</w:t>
            </w:r>
          </w:p>
        </w:tc>
      </w:tr>
    </w:tbl>
    <w:p w14:paraId="5774B377" w14:textId="77777777" w:rsidR="00153C41" w:rsidRPr="0048486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15D3AB" w14:textId="77777777" w:rsidR="0085747A" w:rsidRPr="0048486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4862">
        <w:rPr>
          <w:rFonts w:ascii="Corbel" w:hAnsi="Corbel"/>
          <w:szCs w:val="24"/>
        </w:rPr>
        <w:t>3.</w:t>
      </w:r>
      <w:r w:rsidR="0085747A" w:rsidRPr="00484862">
        <w:rPr>
          <w:rFonts w:ascii="Corbel" w:hAnsi="Corbel"/>
          <w:szCs w:val="24"/>
        </w:rPr>
        <w:t xml:space="preserve"> </w:t>
      </w:r>
      <w:r w:rsidR="00A84C85" w:rsidRPr="00484862">
        <w:rPr>
          <w:rFonts w:ascii="Corbel" w:hAnsi="Corbel"/>
          <w:szCs w:val="24"/>
        </w:rPr>
        <w:t>cele, efekty uczenia się</w:t>
      </w:r>
      <w:r w:rsidR="0085747A" w:rsidRPr="00484862">
        <w:rPr>
          <w:rFonts w:ascii="Corbel" w:hAnsi="Corbel"/>
          <w:szCs w:val="24"/>
        </w:rPr>
        <w:t xml:space="preserve"> , treści Programowe i stosowane metody Dydaktyczne</w:t>
      </w:r>
    </w:p>
    <w:p w14:paraId="67660F20" w14:textId="77777777" w:rsidR="0085747A" w:rsidRPr="0048486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F2DD1" w14:textId="77777777" w:rsidR="0085747A" w:rsidRPr="0048486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84862">
        <w:rPr>
          <w:rFonts w:ascii="Corbel" w:hAnsi="Corbel"/>
          <w:sz w:val="24"/>
          <w:szCs w:val="24"/>
        </w:rPr>
        <w:t xml:space="preserve">3.1 </w:t>
      </w:r>
      <w:r w:rsidR="00C05F44" w:rsidRPr="00484862">
        <w:rPr>
          <w:rFonts w:ascii="Corbel" w:hAnsi="Corbel"/>
          <w:sz w:val="24"/>
          <w:szCs w:val="24"/>
        </w:rPr>
        <w:t>Cele przedmiotu</w:t>
      </w:r>
    </w:p>
    <w:p w14:paraId="4B6D9A0B" w14:textId="77777777" w:rsidR="00F83B28" w:rsidRPr="0048486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46165" w:rsidRPr="00484862" w14:paraId="253EED04" w14:textId="77777777" w:rsidTr="00E46165">
        <w:tc>
          <w:tcPr>
            <w:tcW w:w="851" w:type="dxa"/>
            <w:vAlign w:val="center"/>
          </w:tcPr>
          <w:p w14:paraId="46BB8025" w14:textId="77777777" w:rsidR="00E46165" w:rsidRPr="00484862" w:rsidRDefault="00E46165" w:rsidP="009E633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222FF7B7" w14:textId="77777777" w:rsidR="00E46165" w:rsidRPr="00484862" w:rsidRDefault="00E46165" w:rsidP="00127C3E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zapoznanie studentów z elementarnymi zagadnieniami teoretycznymi i praktycznymi rehabilitacji słuchu i mowy występujących w grupie dzieci, młodzieży i osób dorosłych z wadą słuchu</w:t>
            </w:r>
          </w:p>
        </w:tc>
      </w:tr>
      <w:tr w:rsidR="00E46165" w:rsidRPr="00484862" w14:paraId="3A3D6B67" w14:textId="77777777" w:rsidTr="00E46165">
        <w:tc>
          <w:tcPr>
            <w:tcW w:w="851" w:type="dxa"/>
            <w:vAlign w:val="center"/>
          </w:tcPr>
          <w:p w14:paraId="7A177B81" w14:textId="77777777" w:rsidR="00E46165" w:rsidRPr="00484862" w:rsidRDefault="00E46165" w:rsidP="009E633F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EA07E2" w14:textId="77777777" w:rsidR="00E46165" w:rsidRPr="00484862" w:rsidRDefault="00E46165" w:rsidP="00127C3E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zrozumienie sytuacji psychicznej i społecznej dziecka z wadą słuchu, </w:t>
            </w:r>
          </w:p>
        </w:tc>
      </w:tr>
      <w:tr w:rsidR="00E46165" w:rsidRPr="00484862" w14:paraId="318E69B1" w14:textId="77777777" w:rsidTr="00E46165">
        <w:tc>
          <w:tcPr>
            <w:tcW w:w="851" w:type="dxa"/>
            <w:vAlign w:val="center"/>
          </w:tcPr>
          <w:p w14:paraId="614E2376" w14:textId="77777777" w:rsidR="00E46165" w:rsidRPr="00484862" w:rsidRDefault="00E46165" w:rsidP="009E633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143EE" w:rsidRPr="0048486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DB345EE" w14:textId="77777777" w:rsidR="00E46165" w:rsidRPr="00484862" w:rsidRDefault="00E46165" w:rsidP="00127C3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4862">
              <w:rPr>
                <w:rFonts w:ascii="Corbel" w:hAnsi="Corbel"/>
                <w:b w:val="0"/>
                <w:sz w:val="24"/>
                <w:szCs w:val="24"/>
              </w:rPr>
              <w:t>wykształcenie umiejętności w zakresie podstawowej pomocy uczniowi z wadą słuchu.</w:t>
            </w:r>
          </w:p>
        </w:tc>
      </w:tr>
    </w:tbl>
    <w:p w14:paraId="3F7987EA" w14:textId="77777777" w:rsidR="0085747A" w:rsidRPr="004848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5FE2F7" w14:textId="77777777" w:rsidR="001D7B54" w:rsidRPr="00484862" w:rsidRDefault="009F4610" w:rsidP="00E85DF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84862">
        <w:rPr>
          <w:rFonts w:ascii="Corbel" w:hAnsi="Corbel"/>
          <w:b/>
          <w:sz w:val="24"/>
          <w:szCs w:val="24"/>
        </w:rPr>
        <w:t xml:space="preserve">3.2 </w:t>
      </w:r>
      <w:r w:rsidR="001D7B54" w:rsidRPr="00484862">
        <w:rPr>
          <w:rFonts w:ascii="Corbel" w:hAnsi="Corbel"/>
          <w:b/>
          <w:sz w:val="24"/>
          <w:szCs w:val="24"/>
        </w:rPr>
        <w:t xml:space="preserve">Efekty </w:t>
      </w:r>
      <w:r w:rsidR="00C05F44" w:rsidRPr="0048486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84862">
        <w:rPr>
          <w:rFonts w:ascii="Corbel" w:hAnsi="Corbel"/>
          <w:b/>
          <w:sz w:val="24"/>
          <w:szCs w:val="24"/>
        </w:rPr>
        <w:t>dla przedmiotu</w:t>
      </w:r>
      <w:r w:rsidR="00445970" w:rsidRPr="0048486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484862" w14:paraId="77E252DE" w14:textId="77777777" w:rsidTr="0071620A">
        <w:tc>
          <w:tcPr>
            <w:tcW w:w="1701" w:type="dxa"/>
            <w:vAlign w:val="center"/>
          </w:tcPr>
          <w:p w14:paraId="5D92F818" w14:textId="77777777" w:rsidR="0085747A" w:rsidRPr="0048486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8486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8486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848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448CCE" w14:textId="77777777" w:rsidR="0085747A" w:rsidRPr="0048486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8486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8486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2DA9DBD" w14:textId="77777777" w:rsidR="0085747A" w:rsidRPr="0048486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8486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E633F" w:rsidRPr="00484862" w14:paraId="765F189F" w14:textId="77777777" w:rsidTr="0071620A">
        <w:tc>
          <w:tcPr>
            <w:tcW w:w="1701" w:type="dxa"/>
            <w:vAlign w:val="center"/>
          </w:tcPr>
          <w:p w14:paraId="40920E7A" w14:textId="77777777" w:rsidR="009E633F" w:rsidRPr="00484862" w:rsidRDefault="009E633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3E4233AA" w14:textId="77777777" w:rsidR="009E633F" w:rsidRPr="00484862" w:rsidRDefault="009E633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0CC4D654" w14:textId="77777777" w:rsidR="009E633F" w:rsidRPr="00484862" w:rsidRDefault="009E633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46165" w:rsidRPr="00484862" w14:paraId="191AA620" w14:textId="77777777" w:rsidTr="009E633F">
        <w:tc>
          <w:tcPr>
            <w:tcW w:w="1701" w:type="dxa"/>
            <w:vAlign w:val="center"/>
          </w:tcPr>
          <w:p w14:paraId="3940903C" w14:textId="77777777" w:rsidR="00E46165" w:rsidRPr="00484862" w:rsidRDefault="00E46165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8486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CEA2D07" w14:textId="77777777" w:rsidR="00E46165" w:rsidRPr="00484862" w:rsidRDefault="001902AA" w:rsidP="001902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zdefiniuje</w:t>
            </w:r>
            <w:r w:rsidR="007434C2" w:rsidRPr="00484862">
              <w:rPr>
                <w:rFonts w:ascii="Corbel" w:hAnsi="Corbel"/>
                <w:sz w:val="24"/>
                <w:szCs w:val="24"/>
              </w:rPr>
              <w:t xml:space="preserve"> zakres surdopedagogiki - edukacji i rehabilitacji osób z uszkodzonym narządem słuchu, </w:t>
            </w:r>
            <w:r w:rsidR="005143EE" w:rsidRPr="00484862">
              <w:rPr>
                <w:rFonts w:ascii="Corbel" w:hAnsi="Corbel"/>
                <w:sz w:val="24"/>
                <w:szCs w:val="24"/>
              </w:rPr>
              <w:t>omówi</w:t>
            </w:r>
            <w:r w:rsidR="007434C2" w:rsidRPr="00484862">
              <w:rPr>
                <w:rFonts w:ascii="Corbel" w:hAnsi="Corbel"/>
                <w:sz w:val="24"/>
                <w:szCs w:val="24"/>
              </w:rPr>
              <w:t xml:space="preserve"> współczesne koncepcje ich rehabilitacji i edukacji</w:t>
            </w:r>
            <w:r w:rsidR="008B1FBB" w:rsidRPr="00484862">
              <w:rPr>
                <w:rFonts w:ascii="Corbel" w:hAnsi="Corbel"/>
                <w:sz w:val="24"/>
                <w:szCs w:val="24"/>
              </w:rPr>
              <w:t xml:space="preserve">, w tym system wsparcia wczesnorozwojowego </w:t>
            </w:r>
            <w:r w:rsidR="008B1FBB" w:rsidRPr="00484862">
              <w:rPr>
                <w:rFonts w:ascii="Corbel" w:hAnsi="Corbel"/>
                <w:sz w:val="24"/>
                <w:szCs w:val="24"/>
                <w:lang w:eastAsia="pl-PL"/>
              </w:rPr>
              <w:t>dzieci z wadą słuchu i ich rodzin</w:t>
            </w:r>
          </w:p>
        </w:tc>
        <w:tc>
          <w:tcPr>
            <w:tcW w:w="1873" w:type="dxa"/>
            <w:vAlign w:val="center"/>
          </w:tcPr>
          <w:p w14:paraId="3ECE6093" w14:textId="77777777" w:rsidR="00E46165" w:rsidRPr="00484862" w:rsidRDefault="007434C2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  <w:p w14:paraId="0E5BCB23" w14:textId="77777777" w:rsidR="007434C2" w:rsidRPr="00484862" w:rsidRDefault="007434C2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  <w:p w14:paraId="728CA81F" w14:textId="77777777" w:rsidR="005143EE" w:rsidRPr="00484862" w:rsidRDefault="005143EE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</w:tc>
      </w:tr>
      <w:tr w:rsidR="00E46165" w:rsidRPr="00484862" w14:paraId="69A65CA2" w14:textId="77777777" w:rsidTr="009E633F">
        <w:tc>
          <w:tcPr>
            <w:tcW w:w="1701" w:type="dxa"/>
            <w:vAlign w:val="center"/>
          </w:tcPr>
          <w:p w14:paraId="2E63CCA7" w14:textId="77777777" w:rsidR="00E46165" w:rsidRPr="00484862" w:rsidRDefault="00E46165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AEF0E5" w14:textId="77777777" w:rsidR="00E46165" w:rsidRPr="00484862" w:rsidRDefault="001902AA" w:rsidP="005143EE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84862">
              <w:rPr>
                <w:rFonts w:ascii="Corbel" w:hAnsi="Corbel"/>
                <w:sz w:val="24"/>
                <w:szCs w:val="24"/>
                <w:lang w:eastAsia="pl-PL"/>
              </w:rPr>
              <w:t>scharakteryzuje</w:t>
            </w:r>
            <w:r w:rsidR="005143EE" w:rsidRPr="00484862">
              <w:rPr>
                <w:rFonts w:ascii="Corbel" w:hAnsi="Corbel"/>
                <w:sz w:val="24"/>
                <w:szCs w:val="24"/>
                <w:lang w:eastAsia="pl-PL"/>
              </w:rPr>
              <w:t xml:space="preserve"> formy edukacji uczniów z wadą słuchu w ujęciu historycznym i współczesnym, w kontekście systemu kształcenia powszechnego i specjalnego</w:t>
            </w:r>
          </w:p>
        </w:tc>
        <w:tc>
          <w:tcPr>
            <w:tcW w:w="1873" w:type="dxa"/>
            <w:vAlign w:val="center"/>
          </w:tcPr>
          <w:p w14:paraId="635C4CF1" w14:textId="77777777" w:rsidR="00E46165" w:rsidRPr="00484862" w:rsidRDefault="007434C2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6700ABE4" w14:textId="77777777" w:rsidR="007434C2" w:rsidRPr="00484862" w:rsidRDefault="007434C2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1FCF2AB6" w14:textId="77777777" w:rsidR="005143EE" w:rsidRPr="00484862" w:rsidRDefault="005143EE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 U2.</w:t>
            </w:r>
          </w:p>
        </w:tc>
      </w:tr>
      <w:tr w:rsidR="007434C2" w:rsidRPr="00484862" w14:paraId="117E0278" w14:textId="77777777" w:rsidTr="009E633F">
        <w:tc>
          <w:tcPr>
            <w:tcW w:w="1701" w:type="dxa"/>
            <w:vAlign w:val="center"/>
          </w:tcPr>
          <w:p w14:paraId="2E3CAEDC" w14:textId="77777777" w:rsidR="007434C2" w:rsidRPr="00484862" w:rsidRDefault="008B1FBB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90CF8FF" w14:textId="77777777" w:rsidR="007434C2" w:rsidRPr="00484862" w:rsidRDefault="005143EE" w:rsidP="008B1FB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84862">
              <w:rPr>
                <w:rFonts w:ascii="Corbel" w:hAnsi="Corbel"/>
                <w:sz w:val="24"/>
                <w:szCs w:val="24"/>
                <w:lang w:eastAsia="pl-PL"/>
              </w:rPr>
              <w:t>omówi</w:t>
            </w:r>
            <w:r w:rsidR="007434C2" w:rsidRPr="00484862">
              <w:rPr>
                <w:rFonts w:ascii="Corbel" w:hAnsi="Corbel"/>
                <w:sz w:val="24"/>
                <w:szCs w:val="24"/>
                <w:lang w:eastAsia="pl-PL"/>
              </w:rPr>
              <w:t xml:space="preserve"> konsekwencje uszkodzenia słuchu w kontekście rozwoju mowy i efektywnego posługiwania się językiem</w:t>
            </w:r>
          </w:p>
        </w:tc>
        <w:tc>
          <w:tcPr>
            <w:tcW w:w="1873" w:type="dxa"/>
            <w:vAlign w:val="center"/>
          </w:tcPr>
          <w:p w14:paraId="31B94EFD" w14:textId="77777777" w:rsidR="007434C2" w:rsidRPr="00484862" w:rsidRDefault="007434C2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  <w:p w14:paraId="2D181F85" w14:textId="77777777" w:rsidR="005143EE" w:rsidRPr="00484862" w:rsidRDefault="005143EE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3EE" w:rsidRPr="00484862" w14:paraId="0E1757E4" w14:textId="77777777" w:rsidTr="009E633F">
        <w:tc>
          <w:tcPr>
            <w:tcW w:w="1701" w:type="dxa"/>
            <w:vAlign w:val="center"/>
          </w:tcPr>
          <w:p w14:paraId="2A315E35" w14:textId="77777777" w:rsidR="005143EE" w:rsidRPr="00484862" w:rsidRDefault="008B1FBB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2F7DBF7" w14:textId="77777777" w:rsidR="005143EE" w:rsidRPr="00484862" w:rsidRDefault="005143EE" w:rsidP="008B1FB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uzasadni znaczenie wychowania słuchowego w odniesieniu do osób z wadą słuchu i ich relacji społecznych, w tym komunikacji językowej</w:t>
            </w:r>
          </w:p>
        </w:tc>
        <w:tc>
          <w:tcPr>
            <w:tcW w:w="1873" w:type="dxa"/>
            <w:vAlign w:val="center"/>
          </w:tcPr>
          <w:p w14:paraId="39BE5BDC" w14:textId="77777777" w:rsidR="005143EE" w:rsidRPr="00484862" w:rsidRDefault="005143EE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PS.U10.</w:t>
            </w:r>
          </w:p>
          <w:p w14:paraId="56D6EB8D" w14:textId="77777777" w:rsidR="005143EE" w:rsidRPr="00484862" w:rsidRDefault="005143EE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PS.U13.</w:t>
            </w:r>
          </w:p>
        </w:tc>
      </w:tr>
      <w:tr w:rsidR="007434C2" w:rsidRPr="00484862" w14:paraId="1068E010" w14:textId="77777777" w:rsidTr="009E633F">
        <w:tc>
          <w:tcPr>
            <w:tcW w:w="1701" w:type="dxa"/>
            <w:vAlign w:val="center"/>
          </w:tcPr>
          <w:p w14:paraId="30938D3C" w14:textId="77777777" w:rsidR="007434C2" w:rsidRPr="00484862" w:rsidRDefault="008B1FBB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79E149C" w14:textId="77777777" w:rsidR="007434C2" w:rsidRPr="00484862" w:rsidRDefault="001902AA" w:rsidP="008B1FB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zaprojektuje</w:t>
            </w:r>
            <w:r w:rsidR="007434C2" w:rsidRPr="00484862">
              <w:rPr>
                <w:rFonts w:ascii="Corbel" w:hAnsi="Corbel"/>
                <w:sz w:val="24"/>
                <w:szCs w:val="24"/>
              </w:rPr>
              <w:t xml:space="preserve"> trening słuchowy z wykorzystaniem dostępnych środków</w:t>
            </w:r>
            <w:r w:rsidR="008B1FBB" w:rsidRPr="00484862">
              <w:rPr>
                <w:rFonts w:ascii="Corbel" w:hAnsi="Corbel"/>
                <w:sz w:val="24"/>
                <w:szCs w:val="24"/>
              </w:rPr>
              <w:t xml:space="preserve"> dydaktycznych</w:t>
            </w:r>
          </w:p>
        </w:tc>
        <w:tc>
          <w:tcPr>
            <w:tcW w:w="1873" w:type="dxa"/>
            <w:vAlign w:val="center"/>
          </w:tcPr>
          <w:p w14:paraId="76896808" w14:textId="77777777" w:rsidR="007434C2" w:rsidRPr="00484862" w:rsidRDefault="008B1FBB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</w:tc>
      </w:tr>
    </w:tbl>
    <w:p w14:paraId="226881AF" w14:textId="77777777" w:rsidR="0085747A" w:rsidRPr="0048486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3CF13" w14:textId="77777777" w:rsidR="0047745D" w:rsidRPr="0048486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84862">
        <w:rPr>
          <w:rFonts w:ascii="Corbel" w:hAnsi="Corbel"/>
          <w:b/>
          <w:sz w:val="24"/>
          <w:szCs w:val="24"/>
        </w:rPr>
        <w:t>3.3</w:t>
      </w:r>
      <w:r w:rsidR="001D7B54" w:rsidRPr="00484862">
        <w:rPr>
          <w:rFonts w:ascii="Corbel" w:hAnsi="Corbel"/>
          <w:b/>
          <w:sz w:val="24"/>
          <w:szCs w:val="24"/>
        </w:rPr>
        <w:t xml:space="preserve"> </w:t>
      </w:r>
      <w:r w:rsidR="0085747A" w:rsidRPr="00484862">
        <w:rPr>
          <w:rFonts w:ascii="Corbel" w:hAnsi="Corbel"/>
          <w:b/>
          <w:sz w:val="24"/>
          <w:szCs w:val="24"/>
        </w:rPr>
        <w:t>T</w:t>
      </w:r>
      <w:r w:rsidR="001D7B54" w:rsidRPr="00484862">
        <w:rPr>
          <w:rFonts w:ascii="Corbel" w:hAnsi="Corbel"/>
          <w:b/>
          <w:sz w:val="24"/>
          <w:szCs w:val="24"/>
        </w:rPr>
        <w:t>reści programowe</w:t>
      </w:r>
    </w:p>
    <w:p w14:paraId="2A6BBDBB" w14:textId="77777777" w:rsidR="0085747A" w:rsidRPr="00484862" w:rsidRDefault="001D7B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84862">
        <w:rPr>
          <w:rFonts w:ascii="Corbel" w:hAnsi="Corbel"/>
          <w:b/>
          <w:sz w:val="24"/>
          <w:szCs w:val="24"/>
        </w:rPr>
        <w:t xml:space="preserve"> </w:t>
      </w:r>
      <w:r w:rsidR="007327BD" w:rsidRPr="00484862">
        <w:rPr>
          <w:rFonts w:ascii="Corbel" w:hAnsi="Corbel"/>
          <w:sz w:val="24"/>
          <w:szCs w:val="24"/>
        </w:rPr>
        <w:t xml:space="preserve">  </w:t>
      </w:r>
    </w:p>
    <w:p w14:paraId="025A80C2" w14:textId="77777777" w:rsidR="0085747A" w:rsidRPr="0048486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4862">
        <w:rPr>
          <w:rFonts w:ascii="Corbel" w:hAnsi="Corbel"/>
          <w:sz w:val="24"/>
          <w:szCs w:val="24"/>
        </w:rPr>
        <w:t xml:space="preserve">Problematyka wykładu </w:t>
      </w:r>
    </w:p>
    <w:p w14:paraId="650A5370" w14:textId="77777777" w:rsidR="00675843" w:rsidRPr="00484862" w:rsidRDefault="009E633F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484862">
        <w:rPr>
          <w:rFonts w:ascii="Corbel" w:hAnsi="Corbel"/>
          <w:sz w:val="24"/>
          <w:szCs w:val="24"/>
        </w:rPr>
        <w:t>nie dotyczy</w:t>
      </w:r>
    </w:p>
    <w:p w14:paraId="582FDC09" w14:textId="77777777" w:rsidR="0085747A" w:rsidRPr="0048486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1928C6" w14:textId="77777777" w:rsidR="0085747A" w:rsidRPr="00484862" w:rsidRDefault="0085747A" w:rsidP="009E633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84862">
        <w:rPr>
          <w:rFonts w:ascii="Corbel" w:hAnsi="Corbel"/>
          <w:sz w:val="24"/>
          <w:szCs w:val="24"/>
        </w:rPr>
        <w:t xml:space="preserve">Problematyka </w:t>
      </w:r>
      <w:r w:rsidR="009E633F" w:rsidRPr="00484862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4862" w14:paraId="3FE501C1" w14:textId="77777777" w:rsidTr="00923D7D">
        <w:tc>
          <w:tcPr>
            <w:tcW w:w="9639" w:type="dxa"/>
          </w:tcPr>
          <w:p w14:paraId="433E1629" w14:textId="77777777" w:rsidR="0085747A" w:rsidRPr="0048486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Treści merytoryczne</w:t>
            </w:r>
            <w:r w:rsidR="009E633F" w:rsidRPr="00484862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B1FBB" w:rsidRPr="00484862" w14:paraId="27E77F29" w14:textId="77777777" w:rsidTr="00923D7D">
        <w:tc>
          <w:tcPr>
            <w:tcW w:w="9639" w:type="dxa"/>
          </w:tcPr>
          <w:p w14:paraId="4F81214E" w14:textId="77777777" w:rsidR="008B1FBB" w:rsidRPr="00484862" w:rsidRDefault="008B1FBB" w:rsidP="008B1F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Uszkodzenie słuchu i jego konsekwencje.</w:t>
            </w:r>
          </w:p>
        </w:tc>
      </w:tr>
      <w:tr w:rsidR="00E46165" w:rsidRPr="00484862" w14:paraId="3D8EA5E8" w14:textId="77777777" w:rsidTr="00923D7D">
        <w:tc>
          <w:tcPr>
            <w:tcW w:w="9639" w:type="dxa"/>
          </w:tcPr>
          <w:p w14:paraId="770608DB" w14:textId="77777777" w:rsidR="008B1FBB" w:rsidRPr="00484862" w:rsidRDefault="008B1FBB" w:rsidP="008B1F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Rozwój mowy i języka u osób z wadą słuchu.</w:t>
            </w:r>
          </w:p>
        </w:tc>
      </w:tr>
      <w:tr w:rsidR="00E46165" w:rsidRPr="00484862" w14:paraId="4AA880B2" w14:textId="77777777" w:rsidTr="00923D7D">
        <w:tc>
          <w:tcPr>
            <w:tcW w:w="9639" w:type="dxa"/>
          </w:tcPr>
          <w:p w14:paraId="247F81EF" w14:textId="77777777" w:rsidR="00E46165" w:rsidRPr="00484862" w:rsidRDefault="00E46165" w:rsidP="008B1F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System wsparcia wczesnorozwojowego dzieci z wadą słuchu i ich rodzin: rola i znaczenie przesiewowych badań słuchu, środki techniczne w rehabilitacji - protezowanie słuchu (rodzaje protez słuchowych). </w:t>
            </w:r>
          </w:p>
        </w:tc>
      </w:tr>
      <w:tr w:rsidR="008B1FBB" w:rsidRPr="00484862" w14:paraId="5A911B84" w14:textId="77777777" w:rsidTr="00923D7D">
        <w:tc>
          <w:tcPr>
            <w:tcW w:w="9639" w:type="dxa"/>
          </w:tcPr>
          <w:p w14:paraId="3D5E0275" w14:textId="77777777" w:rsidR="008B1FBB" w:rsidRPr="00484862" w:rsidRDefault="008B1FBB" w:rsidP="00127C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System edukacji dzieci i młodzieży z wadą słuchu w ujęciu historycznym i współcześnie.</w:t>
            </w:r>
          </w:p>
        </w:tc>
      </w:tr>
      <w:tr w:rsidR="00E46165" w:rsidRPr="00484862" w14:paraId="3452392C" w14:textId="77777777" w:rsidTr="00923D7D">
        <w:tc>
          <w:tcPr>
            <w:tcW w:w="9639" w:type="dxa"/>
          </w:tcPr>
          <w:p w14:paraId="0BD98F11" w14:textId="77777777" w:rsidR="008B1FBB" w:rsidRPr="00484862" w:rsidRDefault="00E46165" w:rsidP="008B1F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Wychowanie słuchowe – założenia i metody, formy i środki dydaktyczne (+film) </w:t>
            </w:r>
          </w:p>
        </w:tc>
      </w:tr>
      <w:tr w:rsidR="008B1FBB" w:rsidRPr="00484862" w14:paraId="214A997C" w14:textId="77777777" w:rsidTr="00923D7D">
        <w:tc>
          <w:tcPr>
            <w:tcW w:w="9639" w:type="dxa"/>
          </w:tcPr>
          <w:p w14:paraId="51681716" w14:textId="77777777" w:rsidR="008B1FBB" w:rsidRPr="00484862" w:rsidRDefault="008B1FBB" w:rsidP="008B1F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Trening słuchowy w praktyce.</w:t>
            </w:r>
          </w:p>
        </w:tc>
      </w:tr>
    </w:tbl>
    <w:p w14:paraId="45EEF281" w14:textId="77777777" w:rsidR="0085747A" w:rsidRPr="0048486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A0B23" w14:textId="77777777" w:rsidR="0085747A" w:rsidRPr="0048486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t>3.4 Metody dydaktyczne</w:t>
      </w:r>
      <w:r w:rsidRPr="00484862">
        <w:rPr>
          <w:rFonts w:ascii="Corbel" w:hAnsi="Corbel"/>
          <w:b w:val="0"/>
          <w:smallCaps w:val="0"/>
          <w:szCs w:val="24"/>
        </w:rPr>
        <w:t xml:space="preserve"> </w:t>
      </w:r>
    </w:p>
    <w:p w14:paraId="19EA3A79" w14:textId="77777777" w:rsidR="0085747A" w:rsidRPr="00484862" w:rsidRDefault="00042CBD" w:rsidP="00042CBD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484862">
        <w:rPr>
          <w:rFonts w:ascii="Corbel" w:hAnsi="Corbel"/>
          <w:b w:val="0"/>
          <w:smallCaps w:val="0"/>
          <w:szCs w:val="24"/>
        </w:rPr>
        <w:lastRenderedPageBreak/>
        <w:t>w</w:t>
      </w:r>
      <w:r w:rsidR="008B1FBB" w:rsidRPr="00484862">
        <w:rPr>
          <w:rFonts w:ascii="Corbel" w:hAnsi="Corbel"/>
          <w:b w:val="0"/>
          <w:smallCaps w:val="0"/>
          <w:szCs w:val="24"/>
        </w:rPr>
        <w:t>ykład problemowy, praca w grupach – dyskusja, warsztat, projekt indywidualny</w:t>
      </w:r>
    </w:p>
    <w:p w14:paraId="49D1F811" w14:textId="77777777" w:rsidR="00E960BB" w:rsidRPr="00484862" w:rsidRDefault="00042CBD" w:rsidP="00042CBD">
      <w:pPr>
        <w:pStyle w:val="Punktygwne"/>
        <w:tabs>
          <w:tab w:val="left" w:pos="1440"/>
        </w:tabs>
        <w:spacing w:before="0" w:after="0"/>
        <w:rPr>
          <w:rFonts w:ascii="Corbel" w:hAnsi="Corbel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tab/>
      </w:r>
    </w:p>
    <w:p w14:paraId="1726824A" w14:textId="77777777" w:rsidR="0085747A" w:rsidRPr="0048486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t xml:space="preserve">4. </w:t>
      </w:r>
      <w:r w:rsidR="0085747A" w:rsidRPr="00484862">
        <w:rPr>
          <w:rFonts w:ascii="Corbel" w:hAnsi="Corbel"/>
          <w:smallCaps w:val="0"/>
          <w:szCs w:val="24"/>
        </w:rPr>
        <w:t>METODY I KRYTERIA OCENY</w:t>
      </w:r>
      <w:r w:rsidR="009F4610" w:rsidRPr="00484862">
        <w:rPr>
          <w:rFonts w:ascii="Corbel" w:hAnsi="Corbel"/>
          <w:smallCaps w:val="0"/>
          <w:szCs w:val="24"/>
        </w:rPr>
        <w:t xml:space="preserve"> </w:t>
      </w:r>
    </w:p>
    <w:p w14:paraId="3B6109C1" w14:textId="77777777" w:rsidR="00923D7D" w:rsidRPr="0048486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C005C9" w14:textId="77777777" w:rsidR="0085747A" w:rsidRPr="00484862" w:rsidRDefault="0085747A" w:rsidP="0047745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8486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84862" w14:paraId="7D794059" w14:textId="77777777" w:rsidTr="00C05F44">
        <w:tc>
          <w:tcPr>
            <w:tcW w:w="1985" w:type="dxa"/>
            <w:vAlign w:val="center"/>
          </w:tcPr>
          <w:p w14:paraId="25AAAD3D" w14:textId="77777777" w:rsidR="0085747A" w:rsidRPr="0048486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FC4C000" w14:textId="77777777" w:rsidR="0085747A" w:rsidRPr="0048486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067460" w14:textId="77777777" w:rsidR="0085747A" w:rsidRPr="0048486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848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AB5F71" w14:textId="77777777" w:rsidR="0085747A" w:rsidRPr="00484862" w:rsidRDefault="0085747A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E60BD" w:rsidRPr="00484862" w14:paraId="2FA27104" w14:textId="77777777" w:rsidTr="00C05F44">
        <w:tc>
          <w:tcPr>
            <w:tcW w:w="1985" w:type="dxa"/>
          </w:tcPr>
          <w:p w14:paraId="2FA68F6B" w14:textId="77777777" w:rsidR="00BE60BD" w:rsidRPr="00484862" w:rsidRDefault="00BE60BD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486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84862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23D8C3BB" w14:textId="06A38517" w:rsidR="00BE60BD" w:rsidRPr="00484862" w:rsidRDefault="009F4AAA" w:rsidP="00127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D997D4" w14:textId="77777777" w:rsidR="00BE60BD" w:rsidRPr="00484862" w:rsidRDefault="009E633F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E60BD" w:rsidRPr="00484862" w14:paraId="05BDA1F4" w14:textId="77777777" w:rsidTr="001D530B">
        <w:tc>
          <w:tcPr>
            <w:tcW w:w="1985" w:type="dxa"/>
          </w:tcPr>
          <w:p w14:paraId="05D6677F" w14:textId="77777777" w:rsidR="00BE60BD" w:rsidRPr="00484862" w:rsidRDefault="00BE60BD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D4D19BA" w14:textId="1625BD09" w:rsidR="00BE60BD" w:rsidRPr="00484862" w:rsidRDefault="009F4AAA" w:rsidP="00127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61E0BCF3" w14:textId="77777777" w:rsidR="00BE60BD" w:rsidRPr="00484862" w:rsidRDefault="009E633F" w:rsidP="001D5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E633F" w:rsidRPr="00484862" w14:paraId="215B432A" w14:textId="77777777" w:rsidTr="00C05F44">
        <w:tc>
          <w:tcPr>
            <w:tcW w:w="1985" w:type="dxa"/>
          </w:tcPr>
          <w:p w14:paraId="56FAC1CA" w14:textId="77777777" w:rsidR="009E633F" w:rsidRPr="00484862" w:rsidRDefault="009E633F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8486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84862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14:paraId="6CE94C67" w14:textId="2F3E629E" w:rsidR="009E633F" w:rsidRPr="00484862" w:rsidRDefault="009F4AAA" w:rsidP="00127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250C72" w14:textId="77777777" w:rsidR="009E633F" w:rsidRPr="00484862" w:rsidRDefault="009E633F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E633F" w:rsidRPr="00484862" w14:paraId="6BE909E9" w14:textId="77777777" w:rsidTr="00C05F44">
        <w:tc>
          <w:tcPr>
            <w:tcW w:w="1985" w:type="dxa"/>
          </w:tcPr>
          <w:p w14:paraId="452C5C41" w14:textId="77777777" w:rsidR="009E633F" w:rsidRPr="00484862" w:rsidRDefault="009E633F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1DBF3B7" w14:textId="1571646F" w:rsidR="009E633F" w:rsidRPr="00484862" w:rsidRDefault="009F4AAA" w:rsidP="00127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14:paraId="7E21A5F8" w14:textId="77777777" w:rsidR="009E633F" w:rsidRPr="00484862" w:rsidRDefault="009E633F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E633F" w:rsidRPr="00484862" w14:paraId="22EEB83C" w14:textId="77777777" w:rsidTr="00C05F44">
        <w:tc>
          <w:tcPr>
            <w:tcW w:w="1985" w:type="dxa"/>
          </w:tcPr>
          <w:p w14:paraId="662E225C" w14:textId="77777777" w:rsidR="009E633F" w:rsidRPr="00484862" w:rsidRDefault="009E633F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2E900DC" w14:textId="77777777" w:rsidR="009E633F" w:rsidRPr="00484862" w:rsidRDefault="009E633F" w:rsidP="00127C3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projekt indywidualny</w:t>
            </w:r>
          </w:p>
        </w:tc>
        <w:tc>
          <w:tcPr>
            <w:tcW w:w="2126" w:type="dxa"/>
          </w:tcPr>
          <w:p w14:paraId="0FD2BECF" w14:textId="77777777" w:rsidR="009E633F" w:rsidRPr="00484862" w:rsidRDefault="009E633F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3B1E8FA4" w14:textId="77777777" w:rsidR="009E633F" w:rsidRPr="00484862" w:rsidRDefault="009E633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E79691C" w14:textId="77777777" w:rsidR="00923D7D" w:rsidRPr="00484862" w:rsidRDefault="003E1941" w:rsidP="009E633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t xml:space="preserve">4.2 </w:t>
      </w:r>
      <w:r w:rsidR="0085747A" w:rsidRPr="0048486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84862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4862" w14:paraId="5E0D3B33" w14:textId="77777777" w:rsidTr="00923D7D">
        <w:tc>
          <w:tcPr>
            <w:tcW w:w="9670" w:type="dxa"/>
          </w:tcPr>
          <w:p w14:paraId="257D8E7D" w14:textId="62622127" w:rsidR="009F4AAA" w:rsidRPr="00392537" w:rsidRDefault="009F4AAA" w:rsidP="009F4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69795F" w14:textId="77777777" w:rsidR="009F4AAA" w:rsidRDefault="009F4AAA" w:rsidP="009F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kolokwium pisemnego</w:t>
            </w:r>
          </w:p>
          <w:p w14:paraId="6AE63384" w14:textId="06ADB3DA" w:rsidR="009F4AAA" w:rsidRPr="00392537" w:rsidRDefault="007434C2" w:rsidP="009F4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zCs w:val="24"/>
              </w:rPr>
              <w:t xml:space="preserve">pozytywne zaliczenie </w:t>
            </w:r>
            <w:r w:rsidR="00C14CA0" w:rsidRPr="00484862">
              <w:rPr>
                <w:rFonts w:ascii="Corbel" w:hAnsi="Corbel"/>
                <w:b w:val="0"/>
                <w:szCs w:val="24"/>
              </w:rPr>
              <w:t xml:space="preserve">uzyska student który będzie aktywnie uczestniczył w dyskusji </w:t>
            </w:r>
            <w:r w:rsidR="001902AA" w:rsidRPr="00484862">
              <w:rPr>
                <w:rFonts w:ascii="Corbel" w:hAnsi="Corbel"/>
                <w:b w:val="0"/>
                <w:szCs w:val="24"/>
              </w:rPr>
              <w:br/>
            </w:r>
            <w:r w:rsidR="00C14CA0" w:rsidRPr="00484862">
              <w:rPr>
                <w:rFonts w:ascii="Corbel" w:hAnsi="Corbel"/>
                <w:b w:val="0"/>
                <w:szCs w:val="24"/>
              </w:rPr>
              <w:t xml:space="preserve">i warsztatach oraz zaprezentuje </w:t>
            </w:r>
            <w:r w:rsidRPr="00484862">
              <w:rPr>
                <w:rFonts w:ascii="Corbel" w:hAnsi="Corbel"/>
                <w:b w:val="0"/>
                <w:szCs w:val="24"/>
              </w:rPr>
              <w:t xml:space="preserve">projekt </w:t>
            </w:r>
            <w:r w:rsidR="00C14CA0" w:rsidRPr="00484862">
              <w:rPr>
                <w:rFonts w:ascii="Corbel" w:hAnsi="Corbel"/>
                <w:b w:val="0"/>
                <w:szCs w:val="24"/>
              </w:rPr>
              <w:t>indywidualny:</w:t>
            </w:r>
            <w:r w:rsidRPr="00484862">
              <w:rPr>
                <w:rFonts w:ascii="Corbel" w:hAnsi="Corbel"/>
                <w:b w:val="0"/>
                <w:szCs w:val="24"/>
              </w:rPr>
              <w:t xml:space="preserve"> </w:t>
            </w:r>
            <w:r w:rsidR="00C14CA0" w:rsidRPr="00484862">
              <w:rPr>
                <w:rFonts w:ascii="Corbel" w:hAnsi="Corbel"/>
                <w:b w:val="0"/>
                <w:szCs w:val="24"/>
              </w:rPr>
              <w:t xml:space="preserve">scenariusz treningu słuchowego oraz 1 pomocy dydaktycznej do niego, której wykorzystanie uzasadni </w:t>
            </w:r>
            <w:r w:rsidR="001902AA" w:rsidRPr="00484862">
              <w:rPr>
                <w:rFonts w:ascii="Corbel" w:hAnsi="Corbel"/>
                <w:b w:val="0"/>
                <w:szCs w:val="24"/>
              </w:rPr>
              <w:br/>
            </w:r>
            <w:r w:rsidR="00C14CA0" w:rsidRPr="00484862">
              <w:rPr>
                <w:rFonts w:ascii="Corbel" w:hAnsi="Corbel"/>
                <w:b w:val="0"/>
                <w:szCs w:val="24"/>
              </w:rPr>
              <w:t xml:space="preserve">w kontekście celu treningu słuchowego. </w:t>
            </w:r>
            <w:r w:rsidR="000B7D6C" w:rsidRPr="00484862">
              <w:rPr>
                <w:rFonts w:ascii="Corbel" w:hAnsi="Corbel"/>
                <w:b w:val="0"/>
                <w:szCs w:val="24"/>
              </w:rPr>
              <w:t xml:space="preserve">Ocenianie wg. skali: </w:t>
            </w:r>
            <w:proofErr w:type="spellStart"/>
            <w:r w:rsidR="000B7D6C" w:rsidRPr="00484862">
              <w:rPr>
                <w:rFonts w:ascii="Corbel" w:hAnsi="Corbel"/>
                <w:b w:val="0"/>
                <w:szCs w:val="24"/>
              </w:rPr>
              <w:t>ndst</w:t>
            </w:r>
            <w:proofErr w:type="spellEnd"/>
            <w:r w:rsidR="000B7D6C" w:rsidRPr="00484862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0B7D6C" w:rsidRPr="00484862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="000B7D6C" w:rsidRPr="00484862">
              <w:rPr>
                <w:rFonts w:ascii="Corbel" w:hAnsi="Corbel"/>
                <w:b w:val="0"/>
                <w:szCs w:val="24"/>
              </w:rPr>
              <w:t xml:space="preserve"> plus </w:t>
            </w:r>
            <w:proofErr w:type="spellStart"/>
            <w:r w:rsidR="000B7D6C" w:rsidRPr="00484862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="000B7D6C" w:rsidRPr="00484862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0B7D6C" w:rsidRPr="00484862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="000B7D6C" w:rsidRPr="00484862">
              <w:rPr>
                <w:rFonts w:ascii="Corbel" w:hAnsi="Corbel"/>
                <w:b w:val="0"/>
                <w:szCs w:val="24"/>
              </w:rPr>
              <w:t xml:space="preserve">, plus </w:t>
            </w:r>
            <w:proofErr w:type="spellStart"/>
            <w:r w:rsidR="000B7D6C" w:rsidRPr="00484862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="000B7D6C" w:rsidRPr="00484862">
              <w:rPr>
                <w:rFonts w:ascii="Corbel" w:hAnsi="Corbel"/>
                <w:b w:val="0"/>
                <w:szCs w:val="24"/>
              </w:rPr>
              <w:t>, bdb</w:t>
            </w:r>
            <w:r w:rsidR="009F4AAA">
              <w:rPr>
                <w:rFonts w:ascii="Corbel" w:hAnsi="Corbel"/>
                <w:b w:val="0"/>
                <w:szCs w:val="24"/>
              </w:rPr>
              <w:t xml:space="preserve">. </w:t>
            </w:r>
          </w:p>
          <w:p w14:paraId="1F4C34B9" w14:textId="1C5330E3" w:rsidR="0085747A" w:rsidRDefault="009F4AAA" w:rsidP="009F4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2537">
              <w:rPr>
                <w:rFonts w:ascii="Corbel" w:hAnsi="Corbel"/>
                <w:b w:val="0"/>
                <w:smallCaps w:val="0"/>
                <w:szCs w:val="24"/>
              </w:rPr>
              <w:t>Kryteria oceniania: 50-59% - ocena dostateczna (3,0) ;  60-69% - ocena dostateczna plus (3,5); 70-79% - ocena dobra (4,0); 80-89% - ocena dobra plus (4,5);  90-100% - ocena bardzo dobra (5,0)</w:t>
            </w:r>
          </w:p>
          <w:p w14:paraId="498F64B0" w14:textId="632BA2A8" w:rsidR="00042F80" w:rsidRPr="00042F80" w:rsidRDefault="00042F80" w:rsidP="00042F8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42F80">
              <w:rPr>
                <w:rFonts w:ascii="Corbel" w:hAnsi="Corbel"/>
                <w:sz w:val="24"/>
                <w:szCs w:val="24"/>
              </w:rPr>
              <w:t>zgodność z tematem i założonymi celami;</w:t>
            </w:r>
          </w:p>
          <w:p w14:paraId="1D1698B8" w14:textId="57EE9B49" w:rsidR="00042F80" w:rsidRDefault="00042F80" w:rsidP="00042F8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42F80">
              <w:rPr>
                <w:rFonts w:ascii="Corbel" w:hAnsi="Corbel"/>
                <w:sz w:val="24"/>
                <w:szCs w:val="24"/>
              </w:rPr>
              <w:t>poprawność merytoryczna;</w:t>
            </w:r>
          </w:p>
          <w:p w14:paraId="32C22B8B" w14:textId="36400251" w:rsidR="00042F80" w:rsidRPr="00042F80" w:rsidRDefault="00042F80" w:rsidP="00042F8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sposób prezentacji</w:t>
            </w:r>
          </w:p>
        </w:tc>
      </w:tr>
    </w:tbl>
    <w:p w14:paraId="3CA50D36" w14:textId="77777777" w:rsidR="0085747A" w:rsidRPr="0048486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F8A9DC" w14:textId="77777777" w:rsidR="0085747A" w:rsidRPr="00484862" w:rsidRDefault="0085747A" w:rsidP="0047745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84862">
        <w:rPr>
          <w:rFonts w:ascii="Corbel" w:hAnsi="Corbel"/>
          <w:b/>
          <w:sz w:val="24"/>
          <w:szCs w:val="24"/>
        </w:rPr>
        <w:t xml:space="preserve">5. </w:t>
      </w:r>
      <w:r w:rsidR="00C61DC5" w:rsidRPr="0048486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84862" w14:paraId="2A407644" w14:textId="77777777" w:rsidTr="003E1941">
        <w:tc>
          <w:tcPr>
            <w:tcW w:w="4962" w:type="dxa"/>
            <w:vAlign w:val="center"/>
          </w:tcPr>
          <w:p w14:paraId="38991D36" w14:textId="77777777" w:rsidR="0085747A" w:rsidRPr="0048486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486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8486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8486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02749C" w14:textId="77777777" w:rsidR="0085747A" w:rsidRPr="0048486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486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8486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8486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8486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84862" w14:paraId="12BDBC70" w14:textId="77777777" w:rsidTr="00923D7D">
        <w:tc>
          <w:tcPr>
            <w:tcW w:w="4962" w:type="dxa"/>
          </w:tcPr>
          <w:p w14:paraId="0605D045" w14:textId="77777777" w:rsidR="0085747A" w:rsidRPr="00484862" w:rsidRDefault="00C61DC5" w:rsidP="001E11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G</w:t>
            </w:r>
            <w:r w:rsidR="0085747A" w:rsidRPr="0048486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48486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8486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8486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139812" w14:textId="3B2ED750" w:rsidR="0085747A" w:rsidRPr="00484862" w:rsidRDefault="006A4E44" w:rsidP="009E6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84862" w14:paraId="5D4B7BC6" w14:textId="77777777" w:rsidTr="00923D7D">
        <w:tc>
          <w:tcPr>
            <w:tcW w:w="4962" w:type="dxa"/>
          </w:tcPr>
          <w:p w14:paraId="13F2DC9F" w14:textId="77777777" w:rsidR="00C61DC5" w:rsidRPr="004848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8486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06819F" w14:textId="77777777" w:rsidR="00C61DC5" w:rsidRPr="00484862" w:rsidRDefault="00C14C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484862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77" w:type="dxa"/>
          </w:tcPr>
          <w:p w14:paraId="7FA7A3FF" w14:textId="18CB78F9" w:rsidR="00C61DC5" w:rsidRPr="00484862" w:rsidRDefault="006A4E44" w:rsidP="009E6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84862" w14:paraId="46A34710" w14:textId="77777777" w:rsidTr="00923D7D">
        <w:tc>
          <w:tcPr>
            <w:tcW w:w="4962" w:type="dxa"/>
          </w:tcPr>
          <w:p w14:paraId="33D84ACC" w14:textId="77777777" w:rsidR="0071620A" w:rsidRPr="0048486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8486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8486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E633F" w:rsidRPr="00484862">
              <w:rPr>
                <w:rFonts w:ascii="Corbel" w:hAnsi="Corbel"/>
                <w:sz w:val="24"/>
                <w:szCs w:val="24"/>
              </w:rPr>
              <w:t>:</w:t>
            </w:r>
          </w:p>
          <w:p w14:paraId="3DB9D931" w14:textId="3D9D891E" w:rsidR="009F4AAA" w:rsidRDefault="00C61DC5" w:rsidP="009E63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A4B80EA" w14:textId="4F2AAB53" w:rsidR="009F4AAA" w:rsidRDefault="009F4AAA" w:rsidP="009E63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89392F">
              <w:rPr>
                <w:rFonts w:ascii="Corbel" w:hAnsi="Corbel"/>
                <w:sz w:val="24"/>
                <w:szCs w:val="24"/>
              </w:rPr>
              <w:t>kolokwium</w:t>
            </w:r>
            <w:r w:rsidR="00C61DC5" w:rsidRPr="004848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BBA5538" w14:textId="34F01B13" w:rsidR="00C61DC5" w:rsidRPr="00484862" w:rsidRDefault="009E633F" w:rsidP="009E63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przygotowanie projektu indywidualnego</w:t>
            </w:r>
          </w:p>
        </w:tc>
        <w:tc>
          <w:tcPr>
            <w:tcW w:w="4677" w:type="dxa"/>
          </w:tcPr>
          <w:p w14:paraId="030FA979" w14:textId="77777777" w:rsidR="00C61DC5" w:rsidRDefault="00C61DC5" w:rsidP="009E6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9248D4D" w14:textId="77777777" w:rsidR="009F4AAA" w:rsidRDefault="009F4AAA" w:rsidP="009E6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9B677C" w14:textId="77777777" w:rsidR="009F4AAA" w:rsidRDefault="009F4AAA" w:rsidP="009E6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11EAB39F" w14:textId="77777777" w:rsidR="009F4AAA" w:rsidRDefault="009F4AAA" w:rsidP="009E6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06640869" w14:textId="5DA0DD3D" w:rsidR="009F4AAA" w:rsidRPr="00484862" w:rsidRDefault="006A4E44" w:rsidP="009E6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484862" w14:paraId="26FDECE6" w14:textId="77777777" w:rsidTr="00923D7D">
        <w:tc>
          <w:tcPr>
            <w:tcW w:w="4962" w:type="dxa"/>
          </w:tcPr>
          <w:p w14:paraId="00E9FD05" w14:textId="77777777" w:rsidR="0085747A" w:rsidRPr="0048486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B9C51E1" w14:textId="515AF7C8" w:rsidR="0085747A" w:rsidRPr="00484862" w:rsidRDefault="006A4E44" w:rsidP="009E6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484862" w14:paraId="60E162F7" w14:textId="77777777" w:rsidTr="00923D7D">
        <w:tc>
          <w:tcPr>
            <w:tcW w:w="4962" w:type="dxa"/>
          </w:tcPr>
          <w:p w14:paraId="7675EF75" w14:textId="77777777" w:rsidR="0085747A" w:rsidRPr="0048486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8486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705108" w14:textId="77777777" w:rsidR="0085747A" w:rsidRPr="00484862" w:rsidRDefault="00C14CA0" w:rsidP="009E63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4862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419E8D60" w14:textId="77777777" w:rsidR="0085747A" w:rsidRPr="0048486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8486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8486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AA26813" w14:textId="77777777" w:rsidR="003E1941" w:rsidRPr="0048486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7F96B1" w14:textId="77777777" w:rsidR="0085747A" w:rsidRPr="00484862" w:rsidRDefault="0071620A" w:rsidP="0047745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t xml:space="preserve">6. </w:t>
      </w:r>
      <w:r w:rsidR="0085747A" w:rsidRPr="00484862">
        <w:rPr>
          <w:rFonts w:ascii="Corbel" w:hAnsi="Corbel"/>
          <w:smallCaps w:val="0"/>
          <w:szCs w:val="24"/>
        </w:rPr>
        <w:t>PRAKTYKI ZAWO</w:t>
      </w:r>
      <w:r w:rsidR="009D3F3B" w:rsidRPr="00484862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969"/>
      </w:tblGrid>
      <w:tr w:rsidR="0085747A" w:rsidRPr="00484862" w14:paraId="2059ECF2" w14:textId="77777777" w:rsidTr="009E633F">
        <w:trPr>
          <w:trHeight w:val="397"/>
        </w:trPr>
        <w:tc>
          <w:tcPr>
            <w:tcW w:w="4111" w:type="dxa"/>
          </w:tcPr>
          <w:p w14:paraId="10C4CC76" w14:textId="77777777" w:rsidR="0085747A" w:rsidRPr="004848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68E47B45" w14:textId="77777777" w:rsidR="0085747A" w:rsidRPr="00484862" w:rsidRDefault="009E633F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84862" w14:paraId="58F25E69" w14:textId="77777777" w:rsidTr="009E633F">
        <w:trPr>
          <w:trHeight w:val="397"/>
        </w:trPr>
        <w:tc>
          <w:tcPr>
            <w:tcW w:w="4111" w:type="dxa"/>
          </w:tcPr>
          <w:p w14:paraId="34E3C274" w14:textId="77777777" w:rsidR="0085747A" w:rsidRPr="004848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20A79B02" w14:textId="77777777" w:rsidR="0085747A" w:rsidRPr="00484862" w:rsidRDefault="009E633F" w:rsidP="009E63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486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51CD54F" w14:textId="77777777" w:rsidR="003E1941" w:rsidRPr="0048486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01882" w14:textId="77777777" w:rsidR="00675843" w:rsidRPr="0048486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4862">
        <w:rPr>
          <w:rFonts w:ascii="Corbel" w:hAnsi="Corbel"/>
          <w:smallCaps w:val="0"/>
          <w:szCs w:val="24"/>
        </w:rPr>
        <w:t xml:space="preserve">7. </w:t>
      </w:r>
      <w:r w:rsidR="0085747A" w:rsidRPr="00484862">
        <w:rPr>
          <w:rFonts w:ascii="Corbel" w:hAnsi="Corbel"/>
          <w:smallCaps w:val="0"/>
          <w:szCs w:val="24"/>
        </w:rPr>
        <w:t>LITERATURA</w:t>
      </w:r>
      <w:r w:rsidRPr="00484862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434C2" w:rsidRPr="00484862" w14:paraId="4CFFE572" w14:textId="77777777" w:rsidTr="009E633F">
        <w:tc>
          <w:tcPr>
            <w:tcW w:w="9639" w:type="dxa"/>
          </w:tcPr>
          <w:p w14:paraId="362900C7" w14:textId="77777777" w:rsidR="007434C2" w:rsidRPr="00484862" w:rsidRDefault="007434C2" w:rsidP="00127C3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48486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E0FAC0E" w14:textId="77777777" w:rsidR="00CC7FC4" w:rsidRPr="00484862" w:rsidRDefault="00CC7FC4" w:rsidP="00127C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Czyż A., </w:t>
            </w:r>
            <w:proofErr w:type="spellStart"/>
            <w:r w:rsidRPr="00484862">
              <w:rPr>
                <w:rFonts w:ascii="Corbel" w:hAnsi="Corbel"/>
                <w:sz w:val="24"/>
                <w:szCs w:val="24"/>
              </w:rPr>
              <w:t>Plutecka</w:t>
            </w:r>
            <w:proofErr w:type="spellEnd"/>
            <w:r w:rsidRPr="00484862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484862">
              <w:rPr>
                <w:rFonts w:ascii="Corbel" w:hAnsi="Corbel"/>
                <w:i/>
                <w:sz w:val="24"/>
                <w:szCs w:val="24"/>
              </w:rPr>
              <w:t xml:space="preserve">Zarys </w:t>
            </w:r>
            <w:proofErr w:type="spellStart"/>
            <w:r w:rsidRPr="00484862">
              <w:rPr>
                <w:rFonts w:ascii="Corbel" w:hAnsi="Corbel"/>
                <w:i/>
                <w:sz w:val="24"/>
                <w:szCs w:val="24"/>
              </w:rPr>
              <w:t>audiofonologii</w:t>
            </w:r>
            <w:proofErr w:type="spellEnd"/>
            <w:r w:rsidRPr="00484862">
              <w:rPr>
                <w:rFonts w:ascii="Corbel" w:hAnsi="Corbel"/>
                <w:i/>
                <w:sz w:val="24"/>
                <w:szCs w:val="24"/>
              </w:rPr>
              <w:t xml:space="preserve"> edukacyjnej</w:t>
            </w:r>
            <w:r w:rsidRPr="00484862">
              <w:rPr>
                <w:rFonts w:ascii="Corbel" w:hAnsi="Corbel"/>
                <w:sz w:val="24"/>
                <w:szCs w:val="24"/>
              </w:rPr>
              <w:t>, Kraków 2018;</w:t>
            </w:r>
          </w:p>
          <w:p w14:paraId="1A488628" w14:textId="77777777" w:rsidR="007434C2" w:rsidRPr="00484862" w:rsidRDefault="007434C2" w:rsidP="00127C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Gałkowski T., Radziszewska-Konopka M., </w:t>
            </w:r>
            <w:r w:rsidRPr="00484862">
              <w:rPr>
                <w:rFonts w:ascii="Corbel" w:hAnsi="Corbel"/>
                <w:i/>
                <w:sz w:val="24"/>
                <w:szCs w:val="24"/>
              </w:rPr>
              <w:t>Wspomaganie rozwoju małego dziecka z wadą słuch</w:t>
            </w:r>
            <w:r w:rsidRPr="00484862">
              <w:rPr>
                <w:rFonts w:ascii="Corbel" w:hAnsi="Corbel"/>
                <w:sz w:val="24"/>
                <w:szCs w:val="24"/>
              </w:rPr>
              <w:t>u, Warszawa: 2011;</w:t>
            </w:r>
          </w:p>
          <w:p w14:paraId="6B4F63AD" w14:textId="77777777" w:rsidR="007434C2" w:rsidRPr="00484862" w:rsidRDefault="007434C2" w:rsidP="00127C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Krakowiak K., </w:t>
            </w:r>
            <w:r w:rsidRPr="00484862">
              <w:rPr>
                <w:rFonts w:ascii="Corbel" w:hAnsi="Corbel"/>
                <w:i/>
                <w:sz w:val="24"/>
                <w:szCs w:val="24"/>
              </w:rPr>
              <w:t xml:space="preserve">Dar języka. Podręcznik metodyki wychowania językowego dzieci </w:t>
            </w:r>
            <w:r w:rsidRPr="00484862">
              <w:rPr>
                <w:rFonts w:ascii="Corbel" w:hAnsi="Corbel"/>
                <w:i/>
                <w:sz w:val="24"/>
                <w:szCs w:val="24"/>
              </w:rPr>
              <w:br/>
              <w:t>i młodzieży z uszkodzeniami narządu słuchu</w:t>
            </w:r>
            <w:r w:rsidRPr="00484862">
              <w:rPr>
                <w:rFonts w:ascii="Corbel" w:hAnsi="Corbel"/>
                <w:sz w:val="24"/>
                <w:szCs w:val="24"/>
              </w:rPr>
              <w:t>, Lublin: 2012;</w:t>
            </w:r>
          </w:p>
          <w:p w14:paraId="5FAFD80F" w14:textId="77777777" w:rsidR="007434C2" w:rsidRPr="00484862" w:rsidRDefault="007434C2" w:rsidP="00127C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MEN, </w:t>
            </w:r>
            <w:r w:rsidRPr="00484862">
              <w:rPr>
                <w:rFonts w:ascii="Corbel" w:hAnsi="Corbel"/>
                <w:i/>
                <w:sz w:val="24"/>
                <w:szCs w:val="24"/>
              </w:rPr>
              <w:t>Mój uczeń nie słyszy. Poradnik dla nauczycieli szkół ogólnodostępnych</w:t>
            </w:r>
            <w:r w:rsidRPr="00484862">
              <w:rPr>
                <w:rFonts w:ascii="Corbel" w:hAnsi="Corbel"/>
                <w:sz w:val="24"/>
                <w:szCs w:val="24"/>
              </w:rPr>
              <w:t>, Warszawa: 2001;</w:t>
            </w:r>
          </w:p>
          <w:p w14:paraId="7800AD29" w14:textId="77777777" w:rsidR="007434C2" w:rsidRPr="00484862" w:rsidRDefault="007434C2" w:rsidP="007434C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84862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484862">
              <w:rPr>
                <w:rFonts w:ascii="Corbel" w:hAnsi="Corbel"/>
                <w:sz w:val="24"/>
                <w:szCs w:val="24"/>
              </w:rPr>
              <w:t xml:space="preserve">-Sobczak M., Bieńkowska K.I., </w:t>
            </w:r>
            <w:proofErr w:type="spellStart"/>
            <w:r w:rsidRPr="00484862">
              <w:rPr>
                <w:rFonts w:ascii="Corbel" w:hAnsi="Corbel"/>
                <w:sz w:val="24"/>
                <w:szCs w:val="24"/>
              </w:rPr>
              <w:t>Tomińska</w:t>
            </w:r>
            <w:proofErr w:type="spellEnd"/>
            <w:r w:rsidRPr="00484862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484862">
              <w:rPr>
                <w:rFonts w:ascii="Corbel" w:hAnsi="Corbel"/>
                <w:i/>
                <w:sz w:val="24"/>
                <w:szCs w:val="24"/>
              </w:rPr>
              <w:t>Wybrane problemy wsparcia wczesnorozwojowego i edukacji dzieci i młodzieży z wadą słuchu na przykładzie pięciu krajów europejskich</w:t>
            </w:r>
            <w:r w:rsidRPr="00484862">
              <w:rPr>
                <w:rFonts w:ascii="Corbel" w:hAnsi="Corbel"/>
                <w:sz w:val="24"/>
                <w:szCs w:val="24"/>
              </w:rPr>
              <w:t>, Rzeszów: 2016;</w:t>
            </w:r>
          </w:p>
        </w:tc>
      </w:tr>
      <w:tr w:rsidR="007434C2" w:rsidRPr="00484862" w14:paraId="5F7B032A" w14:textId="77777777" w:rsidTr="009E633F">
        <w:tc>
          <w:tcPr>
            <w:tcW w:w="9639" w:type="dxa"/>
          </w:tcPr>
          <w:p w14:paraId="10122175" w14:textId="77777777" w:rsidR="007434C2" w:rsidRPr="00484862" w:rsidRDefault="007434C2" w:rsidP="00127C3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48486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29A2D38" w14:textId="77777777" w:rsidR="007434C2" w:rsidRPr="00484862" w:rsidRDefault="007434C2" w:rsidP="00127C3E">
            <w:pPr>
              <w:pStyle w:val="Tekstpodstawowy2"/>
              <w:spacing w:after="0" w:line="240" w:lineRule="auto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 xml:space="preserve">Bieńkowska K. (red.) </w:t>
            </w:r>
            <w:r w:rsidRPr="00484862">
              <w:rPr>
                <w:rFonts w:ascii="Corbel" w:hAnsi="Corbel"/>
                <w:i/>
                <w:szCs w:val="24"/>
              </w:rPr>
              <w:t>Od melodii do piosenki</w:t>
            </w:r>
            <w:r w:rsidRPr="00484862">
              <w:rPr>
                <w:rFonts w:ascii="Corbel" w:hAnsi="Corbel"/>
                <w:szCs w:val="24"/>
              </w:rPr>
              <w:t>, Krosno-</w:t>
            </w:r>
            <w:proofErr w:type="spellStart"/>
            <w:r w:rsidRPr="00484862">
              <w:rPr>
                <w:rFonts w:ascii="Corbel" w:hAnsi="Corbel"/>
                <w:szCs w:val="24"/>
              </w:rPr>
              <w:t>Presov</w:t>
            </w:r>
            <w:proofErr w:type="spellEnd"/>
            <w:r w:rsidRPr="00484862">
              <w:rPr>
                <w:rFonts w:ascii="Corbel" w:hAnsi="Corbel"/>
                <w:szCs w:val="24"/>
              </w:rPr>
              <w:t>: 2012;</w:t>
            </w:r>
          </w:p>
          <w:p w14:paraId="0FC57B2A" w14:textId="77777777" w:rsidR="007434C2" w:rsidRPr="00484862" w:rsidRDefault="007434C2" w:rsidP="00127C3E">
            <w:pPr>
              <w:pStyle w:val="Tekstpodstawowy2"/>
              <w:spacing w:after="0" w:line="240" w:lineRule="auto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 xml:space="preserve">Bieńkowska K. (red.) </w:t>
            </w:r>
            <w:r w:rsidRPr="00484862">
              <w:rPr>
                <w:rFonts w:ascii="Corbel" w:hAnsi="Corbel"/>
                <w:i/>
                <w:szCs w:val="24"/>
              </w:rPr>
              <w:t>Od słowa do rozmowy</w:t>
            </w:r>
            <w:r w:rsidRPr="00484862">
              <w:rPr>
                <w:rFonts w:ascii="Corbel" w:hAnsi="Corbel"/>
                <w:szCs w:val="24"/>
              </w:rPr>
              <w:t>, Krosno-</w:t>
            </w:r>
            <w:proofErr w:type="spellStart"/>
            <w:r w:rsidRPr="00484862">
              <w:rPr>
                <w:rFonts w:ascii="Corbel" w:hAnsi="Corbel"/>
                <w:szCs w:val="24"/>
              </w:rPr>
              <w:t>Preszów</w:t>
            </w:r>
            <w:proofErr w:type="spellEnd"/>
            <w:r w:rsidRPr="00484862">
              <w:rPr>
                <w:rFonts w:ascii="Corbel" w:hAnsi="Corbel"/>
                <w:szCs w:val="24"/>
              </w:rPr>
              <w:t>: 2013;</w:t>
            </w:r>
          </w:p>
          <w:p w14:paraId="2612A81E" w14:textId="77777777" w:rsidR="007434C2" w:rsidRPr="00484862" w:rsidRDefault="007434C2" w:rsidP="00127C3E">
            <w:pPr>
              <w:pStyle w:val="Tekstpodstawowy2"/>
              <w:spacing w:after="0" w:line="240" w:lineRule="auto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 xml:space="preserve">Bieńkowska K., </w:t>
            </w:r>
            <w:r w:rsidRPr="00484862">
              <w:rPr>
                <w:rFonts w:ascii="Corbel" w:hAnsi="Corbel"/>
                <w:i/>
                <w:szCs w:val="24"/>
              </w:rPr>
              <w:t>Rozwój słyszenia i mowy u dzieci</w:t>
            </w:r>
            <w:r w:rsidRPr="00484862">
              <w:rPr>
                <w:rFonts w:ascii="Corbel" w:hAnsi="Corbel"/>
                <w:szCs w:val="24"/>
              </w:rPr>
              <w:t>, Magazyn Otorynolaryngologiczny, 93 – 103;</w:t>
            </w:r>
          </w:p>
          <w:p w14:paraId="34C840AB" w14:textId="77777777" w:rsidR="007434C2" w:rsidRPr="00484862" w:rsidRDefault="007434C2" w:rsidP="00127C3E">
            <w:pPr>
              <w:pStyle w:val="Tekstpodstawowy2"/>
              <w:spacing w:after="0" w:line="240" w:lineRule="auto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 xml:space="preserve">Bieńkowska K., </w:t>
            </w:r>
            <w:r w:rsidRPr="00484862">
              <w:rPr>
                <w:rFonts w:ascii="Corbel" w:hAnsi="Corbel"/>
                <w:i/>
                <w:szCs w:val="24"/>
              </w:rPr>
              <w:t>Słucham…Mówię…Jestem. Materiały dla rodziców i terapeutów dzieci z wadą słuchu</w:t>
            </w:r>
            <w:r w:rsidRPr="00484862">
              <w:rPr>
                <w:rFonts w:ascii="Corbel" w:hAnsi="Corbel"/>
                <w:szCs w:val="24"/>
              </w:rPr>
              <w:t>, Krosno: 2009;</w:t>
            </w:r>
          </w:p>
          <w:p w14:paraId="0165BBB0" w14:textId="77777777" w:rsidR="007434C2" w:rsidRPr="00484862" w:rsidRDefault="007434C2" w:rsidP="00127C3E">
            <w:pPr>
              <w:pStyle w:val="Tekstpodstawowy2"/>
              <w:spacing w:after="0" w:line="240" w:lineRule="auto"/>
              <w:rPr>
                <w:rFonts w:ascii="Corbel" w:hAnsi="Corbel"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 xml:space="preserve">Bieńkowska K., </w:t>
            </w:r>
            <w:r w:rsidRPr="00484862">
              <w:rPr>
                <w:rFonts w:ascii="Corbel" w:hAnsi="Corbel"/>
                <w:i/>
                <w:szCs w:val="24"/>
              </w:rPr>
              <w:t>Wpływ wady słuchu na rozwój mowy u dzieci</w:t>
            </w:r>
            <w:r w:rsidRPr="00484862">
              <w:rPr>
                <w:rFonts w:ascii="Corbel" w:hAnsi="Corbel"/>
                <w:szCs w:val="24"/>
              </w:rPr>
              <w:t>, „Problemy laryngologiczne w codziennej praktyce”, 62, II/2008, 2 – 7;</w:t>
            </w:r>
          </w:p>
          <w:p w14:paraId="36DE0111" w14:textId="77777777" w:rsidR="00CC7FC4" w:rsidRPr="00484862" w:rsidRDefault="00CC7FC4" w:rsidP="00127C3E">
            <w:pPr>
              <w:pStyle w:val="Tekstpodstawowy2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484862">
              <w:rPr>
                <w:rFonts w:ascii="Corbel" w:hAnsi="Corbel"/>
                <w:szCs w:val="24"/>
              </w:rPr>
              <w:t>Dryżałowska</w:t>
            </w:r>
            <w:proofErr w:type="spellEnd"/>
            <w:r w:rsidRPr="00484862">
              <w:rPr>
                <w:rFonts w:ascii="Corbel" w:hAnsi="Corbel"/>
                <w:szCs w:val="24"/>
              </w:rPr>
              <w:t xml:space="preserve"> G., </w:t>
            </w:r>
            <w:r w:rsidRPr="00484862">
              <w:rPr>
                <w:rFonts w:ascii="Corbel" w:hAnsi="Corbel"/>
                <w:i/>
                <w:szCs w:val="24"/>
              </w:rPr>
              <w:t>Rozwój językowy dziecka z uszkodzonym słuchem a integracja edukacyjna. Model kształcenia integracyjnego</w:t>
            </w:r>
            <w:r w:rsidRPr="00484862">
              <w:rPr>
                <w:rFonts w:ascii="Corbel" w:hAnsi="Corbel"/>
                <w:szCs w:val="24"/>
              </w:rPr>
              <w:t>, Warszawa 2007;</w:t>
            </w:r>
          </w:p>
          <w:p w14:paraId="7DDBB081" w14:textId="77777777" w:rsidR="00CC7FC4" w:rsidRPr="00484862" w:rsidRDefault="00CC7FC4" w:rsidP="00127C3E">
            <w:pPr>
              <w:pStyle w:val="Tekstpodstawowy2"/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484862">
              <w:rPr>
                <w:rFonts w:ascii="Corbel" w:hAnsi="Corbel"/>
                <w:szCs w:val="24"/>
              </w:rPr>
              <w:t>Dryżałowska</w:t>
            </w:r>
            <w:proofErr w:type="spellEnd"/>
            <w:r w:rsidRPr="00484862">
              <w:rPr>
                <w:rFonts w:ascii="Corbel" w:hAnsi="Corbel"/>
                <w:szCs w:val="24"/>
              </w:rPr>
              <w:t xml:space="preserve"> G., </w:t>
            </w:r>
            <w:r w:rsidRPr="00484862">
              <w:rPr>
                <w:rFonts w:ascii="Corbel" w:hAnsi="Corbel"/>
                <w:i/>
                <w:szCs w:val="24"/>
              </w:rPr>
              <w:t>Integracja edukacyjna a integracja społeczna. Satysfakcja z życia osób niedosłyszących</w:t>
            </w:r>
            <w:r w:rsidRPr="00484862">
              <w:rPr>
                <w:rFonts w:ascii="Corbel" w:hAnsi="Corbel"/>
                <w:szCs w:val="24"/>
              </w:rPr>
              <w:t>, Warszawa 2015;</w:t>
            </w:r>
          </w:p>
          <w:p w14:paraId="700F4D88" w14:textId="77777777" w:rsidR="007434C2" w:rsidRPr="00484862" w:rsidRDefault="007434C2" w:rsidP="00127C3E">
            <w:pPr>
              <w:pStyle w:val="Tekstpodstawowy2"/>
              <w:spacing w:after="0" w:line="240" w:lineRule="auto"/>
              <w:rPr>
                <w:rFonts w:ascii="Corbel" w:hAnsi="Corbel"/>
                <w:i/>
                <w:szCs w:val="24"/>
              </w:rPr>
            </w:pPr>
            <w:r w:rsidRPr="00484862">
              <w:rPr>
                <w:rFonts w:ascii="Corbel" w:hAnsi="Corbel"/>
                <w:szCs w:val="24"/>
              </w:rPr>
              <w:t xml:space="preserve">Gunia G., </w:t>
            </w:r>
            <w:r w:rsidRPr="00484862">
              <w:rPr>
                <w:rFonts w:ascii="Corbel" w:hAnsi="Corbel"/>
                <w:i/>
                <w:szCs w:val="24"/>
              </w:rPr>
              <w:t xml:space="preserve">Terapia logopedyczna dzieci z zaburzeniami słuchu i mowy. Wybrane problemy teorii i praktyki </w:t>
            </w:r>
            <w:proofErr w:type="spellStart"/>
            <w:r w:rsidRPr="00484862">
              <w:rPr>
                <w:rFonts w:ascii="Corbel" w:hAnsi="Corbel"/>
                <w:i/>
                <w:szCs w:val="24"/>
              </w:rPr>
              <w:t>surdologopedycznej</w:t>
            </w:r>
            <w:proofErr w:type="spellEnd"/>
            <w:r w:rsidRPr="00484862">
              <w:rPr>
                <w:rFonts w:ascii="Corbel" w:hAnsi="Corbel"/>
                <w:i/>
                <w:szCs w:val="24"/>
              </w:rPr>
              <w:t xml:space="preserve">, </w:t>
            </w:r>
            <w:r w:rsidRPr="00484862">
              <w:rPr>
                <w:rFonts w:ascii="Corbel" w:hAnsi="Corbel"/>
                <w:szCs w:val="24"/>
              </w:rPr>
              <w:t>Kraków 2006;</w:t>
            </w:r>
            <w:r w:rsidRPr="00484862">
              <w:rPr>
                <w:rFonts w:ascii="Corbel" w:hAnsi="Corbel"/>
                <w:i/>
                <w:szCs w:val="24"/>
              </w:rPr>
              <w:t xml:space="preserve"> </w:t>
            </w:r>
          </w:p>
          <w:p w14:paraId="161E403D" w14:textId="77777777" w:rsidR="00CC7FC4" w:rsidRPr="00484862" w:rsidRDefault="00CC7FC4" w:rsidP="00CC7F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Korzon A., </w:t>
            </w:r>
            <w:r w:rsidRPr="00484862">
              <w:rPr>
                <w:rFonts w:ascii="Corbel" w:hAnsi="Corbel"/>
                <w:i/>
                <w:sz w:val="24"/>
                <w:szCs w:val="24"/>
              </w:rPr>
              <w:t>Wychowanie słuchowe dzieci z wadą słuchu</w:t>
            </w:r>
            <w:r w:rsidRPr="00484862">
              <w:rPr>
                <w:rFonts w:ascii="Corbel" w:hAnsi="Corbel"/>
                <w:sz w:val="24"/>
                <w:szCs w:val="24"/>
              </w:rPr>
              <w:t>, Katowice: 1997;</w:t>
            </w:r>
          </w:p>
          <w:p w14:paraId="219311F2" w14:textId="77777777" w:rsidR="007434C2" w:rsidRPr="00484862" w:rsidRDefault="00CC7FC4" w:rsidP="00CC7F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4862">
              <w:rPr>
                <w:rFonts w:ascii="Corbel" w:hAnsi="Corbel"/>
                <w:sz w:val="24"/>
                <w:szCs w:val="24"/>
              </w:rPr>
              <w:t xml:space="preserve">Kulczycka E., </w:t>
            </w:r>
            <w:r w:rsidRPr="00484862">
              <w:rPr>
                <w:rFonts w:ascii="Corbel" w:hAnsi="Corbel"/>
                <w:i/>
                <w:sz w:val="24"/>
                <w:szCs w:val="24"/>
              </w:rPr>
              <w:t>Wychowanie słuchowo-werbalne dzieci z wadą słuchu w wieku przedszkolnym</w:t>
            </w:r>
            <w:r w:rsidRPr="00484862">
              <w:rPr>
                <w:rFonts w:ascii="Corbel" w:hAnsi="Corbel"/>
                <w:sz w:val="24"/>
                <w:szCs w:val="24"/>
              </w:rPr>
              <w:t>, Warszawa: 2004;</w:t>
            </w:r>
          </w:p>
          <w:p w14:paraId="222423B8" w14:textId="77777777" w:rsidR="00CC7FC4" w:rsidRPr="00484862" w:rsidRDefault="00CC7FC4" w:rsidP="00CC7F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84862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484862">
              <w:rPr>
                <w:rFonts w:ascii="Corbel" w:hAnsi="Corbel"/>
                <w:sz w:val="24"/>
                <w:szCs w:val="24"/>
              </w:rPr>
              <w:t xml:space="preserve">-Sobczak M., </w:t>
            </w:r>
            <w:r w:rsidRPr="00484862">
              <w:rPr>
                <w:rFonts w:ascii="Corbel" w:hAnsi="Corbel"/>
                <w:i/>
                <w:sz w:val="24"/>
                <w:szCs w:val="24"/>
              </w:rPr>
              <w:t>Odpowiedzialność młodzieży z wadą słuchu</w:t>
            </w:r>
            <w:r w:rsidRPr="00484862">
              <w:rPr>
                <w:rFonts w:ascii="Corbel" w:hAnsi="Corbel"/>
                <w:sz w:val="24"/>
                <w:szCs w:val="24"/>
              </w:rPr>
              <w:t>, Rzeszów 2014;</w:t>
            </w:r>
          </w:p>
        </w:tc>
      </w:tr>
    </w:tbl>
    <w:p w14:paraId="0D353A60" w14:textId="77777777" w:rsidR="0085747A" w:rsidRPr="00484862" w:rsidRDefault="0085747A" w:rsidP="009E63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D3FBA" w14:textId="77777777" w:rsidR="0085747A" w:rsidRPr="00484862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8486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D52AE04" w14:textId="77777777" w:rsidR="005E6310" w:rsidRPr="00484862" w:rsidRDefault="005E631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ABB6D" w14:textId="77777777" w:rsidR="005E6310" w:rsidRPr="00484862" w:rsidRDefault="005E6310" w:rsidP="005E631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5E6310" w:rsidRPr="0048486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8BD20" w14:textId="77777777" w:rsidR="005A0195" w:rsidRDefault="005A0195" w:rsidP="00C16ABF">
      <w:pPr>
        <w:spacing w:after="0" w:line="240" w:lineRule="auto"/>
      </w:pPr>
      <w:r>
        <w:separator/>
      </w:r>
    </w:p>
  </w:endnote>
  <w:endnote w:type="continuationSeparator" w:id="0">
    <w:p w14:paraId="1F818BCC" w14:textId="77777777" w:rsidR="005A0195" w:rsidRDefault="005A01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86023" w14:textId="77777777" w:rsidR="005A0195" w:rsidRDefault="005A0195" w:rsidP="00C16ABF">
      <w:pPr>
        <w:spacing w:after="0" w:line="240" w:lineRule="auto"/>
      </w:pPr>
      <w:r>
        <w:separator/>
      </w:r>
    </w:p>
  </w:footnote>
  <w:footnote w:type="continuationSeparator" w:id="0">
    <w:p w14:paraId="43A5611A" w14:textId="77777777" w:rsidR="005A0195" w:rsidRDefault="005A0195" w:rsidP="00C16ABF">
      <w:pPr>
        <w:spacing w:after="0" w:line="240" w:lineRule="auto"/>
      </w:pPr>
      <w:r>
        <w:continuationSeparator/>
      </w:r>
    </w:p>
  </w:footnote>
  <w:footnote w:id="1">
    <w:p w14:paraId="3E82DB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5039280">
    <w:abstractNumId w:val="0"/>
  </w:num>
  <w:num w:numId="2" w16cid:durableId="1215920911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D3F"/>
    <w:rsid w:val="00042A51"/>
    <w:rsid w:val="00042CBD"/>
    <w:rsid w:val="00042D2E"/>
    <w:rsid w:val="00042F80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D6C"/>
    <w:rsid w:val="000C0C3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2AA"/>
    <w:rsid w:val="00192F37"/>
    <w:rsid w:val="001A70D2"/>
    <w:rsid w:val="001D530B"/>
    <w:rsid w:val="001D657B"/>
    <w:rsid w:val="001D7161"/>
    <w:rsid w:val="001D7B54"/>
    <w:rsid w:val="001E0209"/>
    <w:rsid w:val="001E11E6"/>
    <w:rsid w:val="001F2CA2"/>
    <w:rsid w:val="002144C0"/>
    <w:rsid w:val="002230B8"/>
    <w:rsid w:val="0022477D"/>
    <w:rsid w:val="002278A9"/>
    <w:rsid w:val="002336F9"/>
    <w:rsid w:val="0024028F"/>
    <w:rsid w:val="00244ABC"/>
    <w:rsid w:val="00281FF2"/>
    <w:rsid w:val="00282470"/>
    <w:rsid w:val="002857DE"/>
    <w:rsid w:val="00291567"/>
    <w:rsid w:val="002A22BF"/>
    <w:rsid w:val="002A2389"/>
    <w:rsid w:val="002A671D"/>
    <w:rsid w:val="002B4D55"/>
    <w:rsid w:val="002B5EA0"/>
    <w:rsid w:val="002B6119"/>
    <w:rsid w:val="002B7FE7"/>
    <w:rsid w:val="002C1F06"/>
    <w:rsid w:val="002D04E5"/>
    <w:rsid w:val="002D3375"/>
    <w:rsid w:val="002D73D4"/>
    <w:rsid w:val="002F02A3"/>
    <w:rsid w:val="002F4ABE"/>
    <w:rsid w:val="003018BA"/>
    <w:rsid w:val="0030395F"/>
    <w:rsid w:val="00305C92"/>
    <w:rsid w:val="003151C5"/>
    <w:rsid w:val="00331D24"/>
    <w:rsid w:val="003343CF"/>
    <w:rsid w:val="003404C8"/>
    <w:rsid w:val="00346FE9"/>
    <w:rsid w:val="0034759A"/>
    <w:rsid w:val="003503F6"/>
    <w:rsid w:val="003530DD"/>
    <w:rsid w:val="00355C77"/>
    <w:rsid w:val="00363F78"/>
    <w:rsid w:val="003A0A5B"/>
    <w:rsid w:val="003A1176"/>
    <w:rsid w:val="003C0BAE"/>
    <w:rsid w:val="003C23D7"/>
    <w:rsid w:val="003D18A9"/>
    <w:rsid w:val="003D3386"/>
    <w:rsid w:val="003D6CE2"/>
    <w:rsid w:val="003E1941"/>
    <w:rsid w:val="003E2FE6"/>
    <w:rsid w:val="003E49D5"/>
    <w:rsid w:val="003F205D"/>
    <w:rsid w:val="003F38C0"/>
    <w:rsid w:val="00414E3C"/>
    <w:rsid w:val="0042244A"/>
    <w:rsid w:val="00423A3E"/>
    <w:rsid w:val="0042745A"/>
    <w:rsid w:val="00431D5C"/>
    <w:rsid w:val="004362C6"/>
    <w:rsid w:val="00437FA2"/>
    <w:rsid w:val="00442D51"/>
    <w:rsid w:val="00445970"/>
    <w:rsid w:val="00451962"/>
    <w:rsid w:val="00461EFC"/>
    <w:rsid w:val="004652C2"/>
    <w:rsid w:val="004706D1"/>
    <w:rsid w:val="00471326"/>
    <w:rsid w:val="004713F3"/>
    <w:rsid w:val="0047598D"/>
    <w:rsid w:val="0047745D"/>
    <w:rsid w:val="004840FD"/>
    <w:rsid w:val="00484862"/>
    <w:rsid w:val="00490F7D"/>
    <w:rsid w:val="00491678"/>
    <w:rsid w:val="004968E2"/>
    <w:rsid w:val="004A3EEA"/>
    <w:rsid w:val="004A4D1F"/>
    <w:rsid w:val="004B3396"/>
    <w:rsid w:val="004D5282"/>
    <w:rsid w:val="004F1551"/>
    <w:rsid w:val="004F3820"/>
    <w:rsid w:val="004F55A3"/>
    <w:rsid w:val="0050496F"/>
    <w:rsid w:val="00513B6F"/>
    <w:rsid w:val="005143EE"/>
    <w:rsid w:val="00516210"/>
    <w:rsid w:val="00517C63"/>
    <w:rsid w:val="005363C4"/>
    <w:rsid w:val="00536BDE"/>
    <w:rsid w:val="00543ACC"/>
    <w:rsid w:val="00547E29"/>
    <w:rsid w:val="005607C7"/>
    <w:rsid w:val="005643D0"/>
    <w:rsid w:val="0056696D"/>
    <w:rsid w:val="0059484D"/>
    <w:rsid w:val="005A0195"/>
    <w:rsid w:val="005A0855"/>
    <w:rsid w:val="005A3196"/>
    <w:rsid w:val="005C080F"/>
    <w:rsid w:val="005C55E5"/>
    <w:rsid w:val="005C696A"/>
    <w:rsid w:val="005E5474"/>
    <w:rsid w:val="005E6310"/>
    <w:rsid w:val="005E6E85"/>
    <w:rsid w:val="005F00D7"/>
    <w:rsid w:val="005F31D2"/>
    <w:rsid w:val="0061029B"/>
    <w:rsid w:val="00617230"/>
    <w:rsid w:val="00617743"/>
    <w:rsid w:val="00621CE1"/>
    <w:rsid w:val="00622E8B"/>
    <w:rsid w:val="00627FC9"/>
    <w:rsid w:val="00647FA8"/>
    <w:rsid w:val="00650C5F"/>
    <w:rsid w:val="00654934"/>
    <w:rsid w:val="006550F1"/>
    <w:rsid w:val="00657E85"/>
    <w:rsid w:val="006620D9"/>
    <w:rsid w:val="006640BE"/>
    <w:rsid w:val="00671958"/>
    <w:rsid w:val="00675843"/>
    <w:rsid w:val="00696477"/>
    <w:rsid w:val="006A4E44"/>
    <w:rsid w:val="006D050F"/>
    <w:rsid w:val="006D6139"/>
    <w:rsid w:val="006E5D65"/>
    <w:rsid w:val="006F1282"/>
    <w:rsid w:val="006F1FBC"/>
    <w:rsid w:val="006F31E2"/>
    <w:rsid w:val="00704E4A"/>
    <w:rsid w:val="00706544"/>
    <w:rsid w:val="007072BA"/>
    <w:rsid w:val="0071620A"/>
    <w:rsid w:val="0071662E"/>
    <w:rsid w:val="00724677"/>
    <w:rsid w:val="00725459"/>
    <w:rsid w:val="007327BD"/>
    <w:rsid w:val="00734608"/>
    <w:rsid w:val="007434C2"/>
    <w:rsid w:val="00745302"/>
    <w:rsid w:val="007461D6"/>
    <w:rsid w:val="00746EC8"/>
    <w:rsid w:val="00763BF1"/>
    <w:rsid w:val="00766FD4"/>
    <w:rsid w:val="007809F2"/>
    <w:rsid w:val="0078168C"/>
    <w:rsid w:val="00787C2A"/>
    <w:rsid w:val="00790E27"/>
    <w:rsid w:val="007915DA"/>
    <w:rsid w:val="0079671C"/>
    <w:rsid w:val="007A265C"/>
    <w:rsid w:val="007A4022"/>
    <w:rsid w:val="007A6E6E"/>
    <w:rsid w:val="007B3F72"/>
    <w:rsid w:val="007B7FDF"/>
    <w:rsid w:val="007C3299"/>
    <w:rsid w:val="007C3BCC"/>
    <w:rsid w:val="007C4546"/>
    <w:rsid w:val="007D6E56"/>
    <w:rsid w:val="007F4155"/>
    <w:rsid w:val="00814C18"/>
    <w:rsid w:val="0081554D"/>
    <w:rsid w:val="0081707E"/>
    <w:rsid w:val="008449B3"/>
    <w:rsid w:val="008475E5"/>
    <w:rsid w:val="008552A2"/>
    <w:rsid w:val="0085747A"/>
    <w:rsid w:val="00884922"/>
    <w:rsid w:val="00885F64"/>
    <w:rsid w:val="008917F9"/>
    <w:rsid w:val="0089392F"/>
    <w:rsid w:val="008A45F7"/>
    <w:rsid w:val="008A6CFE"/>
    <w:rsid w:val="008B1FBB"/>
    <w:rsid w:val="008B70A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0DCB"/>
    <w:rsid w:val="00954A07"/>
    <w:rsid w:val="00973D5B"/>
    <w:rsid w:val="009801BB"/>
    <w:rsid w:val="00997F14"/>
    <w:rsid w:val="009A78D9"/>
    <w:rsid w:val="009C3E31"/>
    <w:rsid w:val="009C54AE"/>
    <w:rsid w:val="009C788E"/>
    <w:rsid w:val="009D3F3B"/>
    <w:rsid w:val="009E0543"/>
    <w:rsid w:val="009E2898"/>
    <w:rsid w:val="009E3B41"/>
    <w:rsid w:val="009E633F"/>
    <w:rsid w:val="009F11FA"/>
    <w:rsid w:val="009F3C5C"/>
    <w:rsid w:val="009F4610"/>
    <w:rsid w:val="009F4AAA"/>
    <w:rsid w:val="00A00ECC"/>
    <w:rsid w:val="00A14D45"/>
    <w:rsid w:val="00A155EE"/>
    <w:rsid w:val="00A223DF"/>
    <w:rsid w:val="00A2245B"/>
    <w:rsid w:val="00A266F9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34C"/>
    <w:rsid w:val="00A97DE1"/>
    <w:rsid w:val="00AA07E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696"/>
    <w:rsid w:val="00B607DB"/>
    <w:rsid w:val="00B66529"/>
    <w:rsid w:val="00B75946"/>
    <w:rsid w:val="00B8056E"/>
    <w:rsid w:val="00B819C8"/>
    <w:rsid w:val="00B82308"/>
    <w:rsid w:val="00B900F5"/>
    <w:rsid w:val="00B90885"/>
    <w:rsid w:val="00BB520A"/>
    <w:rsid w:val="00BD3869"/>
    <w:rsid w:val="00BD66E9"/>
    <w:rsid w:val="00BD6FF4"/>
    <w:rsid w:val="00BE60BD"/>
    <w:rsid w:val="00BF2C41"/>
    <w:rsid w:val="00C058B4"/>
    <w:rsid w:val="00C05F44"/>
    <w:rsid w:val="00C131B5"/>
    <w:rsid w:val="00C14CA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5E15"/>
    <w:rsid w:val="00CC7FC4"/>
    <w:rsid w:val="00CD6897"/>
    <w:rsid w:val="00CD6965"/>
    <w:rsid w:val="00CE5BAC"/>
    <w:rsid w:val="00CF25BE"/>
    <w:rsid w:val="00CF78ED"/>
    <w:rsid w:val="00D02B25"/>
    <w:rsid w:val="00D02EBA"/>
    <w:rsid w:val="00D17C3C"/>
    <w:rsid w:val="00D2249B"/>
    <w:rsid w:val="00D26B2C"/>
    <w:rsid w:val="00D352C9"/>
    <w:rsid w:val="00D425B2"/>
    <w:rsid w:val="00D428D6"/>
    <w:rsid w:val="00D552B2"/>
    <w:rsid w:val="00D57A2D"/>
    <w:rsid w:val="00D608D1"/>
    <w:rsid w:val="00D648A4"/>
    <w:rsid w:val="00D70B75"/>
    <w:rsid w:val="00D74119"/>
    <w:rsid w:val="00D8075B"/>
    <w:rsid w:val="00D8678B"/>
    <w:rsid w:val="00D9368B"/>
    <w:rsid w:val="00D96C2E"/>
    <w:rsid w:val="00DA2114"/>
    <w:rsid w:val="00DA365D"/>
    <w:rsid w:val="00DB545B"/>
    <w:rsid w:val="00DE09C0"/>
    <w:rsid w:val="00DE4A14"/>
    <w:rsid w:val="00DE6F5F"/>
    <w:rsid w:val="00DF320D"/>
    <w:rsid w:val="00DF71C8"/>
    <w:rsid w:val="00E129B8"/>
    <w:rsid w:val="00E21E7D"/>
    <w:rsid w:val="00E22FBC"/>
    <w:rsid w:val="00E24BF5"/>
    <w:rsid w:val="00E25338"/>
    <w:rsid w:val="00E46165"/>
    <w:rsid w:val="00E5178F"/>
    <w:rsid w:val="00E51E44"/>
    <w:rsid w:val="00E63348"/>
    <w:rsid w:val="00E70D81"/>
    <w:rsid w:val="00E742AA"/>
    <w:rsid w:val="00E77E88"/>
    <w:rsid w:val="00E8107D"/>
    <w:rsid w:val="00E85DFA"/>
    <w:rsid w:val="00E960BB"/>
    <w:rsid w:val="00EA2074"/>
    <w:rsid w:val="00EA4832"/>
    <w:rsid w:val="00EA4E9D"/>
    <w:rsid w:val="00EB0007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30246"/>
    <w:rsid w:val="00F41548"/>
    <w:rsid w:val="00F526AF"/>
    <w:rsid w:val="00F617C3"/>
    <w:rsid w:val="00F62C87"/>
    <w:rsid w:val="00F7066B"/>
    <w:rsid w:val="00F712A4"/>
    <w:rsid w:val="00F83B28"/>
    <w:rsid w:val="00F974DA"/>
    <w:rsid w:val="00FA46E5"/>
    <w:rsid w:val="00FB7242"/>
    <w:rsid w:val="00FB7DBA"/>
    <w:rsid w:val="00FC1C25"/>
    <w:rsid w:val="00FC267B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4203C"/>
  <w15:docId w15:val="{25A09B4F-BF0A-457E-A6E2-96A89B03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434C2"/>
    <w:pPr>
      <w:spacing w:after="120" w:line="480" w:lineRule="auto"/>
      <w:jc w:val="both"/>
    </w:pPr>
    <w:rPr>
      <w:rFonts w:eastAsia="Cambria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7434C2"/>
    <w:rPr>
      <w:rFonts w:ascii="Calibri" w:eastAsia="Cambria" w:hAnsi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7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BB664-19C9-421A-9155-2CC2D675D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1023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6</cp:revision>
  <cp:lastPrinted>2019-02-06T12:12:00Z</cp:lastPrinted>
  <dcterms:created xsi:type="dcterms:W3CDTF">2025-01-26T15:05:00Z</dcterms:created>
  <dcterms:modified xsi:type="dcterms:W3CDTF">2025-02-04T17:34:00Z</dcterms:modified>
</cp:coreProperties>
</file>